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EAA" w:rsidRPr="007D4EAA" w:rsidRDefault="007D4EAA" w:rsidP="007D4EAA">
      <w:pPr>
        <w:pStyle w:val="a9"/>
      </w:pPr>
      <w:r w:rsidRPr="007D4EAA">
        <w:rPr>
          <w:rFonts w:hint="eastAsia"/>
        </w:rPr>
        <w:t>指定福祉用具貸与事業所及び指定介護予防福祉用具貸与事業所の運営規程の例</w:t>
      </w:r>
    </w:p>
    <w:p w:rsidR="0024375B" w:rsidRDefault="006D485E" w:rsidP="0024375B">
      <w:r>
        <w:rPr>
          <w:noProof/>
        </w:rPr>
        <mc:AlternateContent>
          <mc:Choice Requires="wps">
            <w:drawing>
              <wp:anchor distT="0" distB="0" distL="114300" distR="114300" simplePos="0" relativeHeight="251655680"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7D4EAA" w:rsidRPr="004F0E06" w:rsidRDefault="007D4EAA" w:rsidP="004F0E06">
      <w:pPr>
        <w:pStyle w:val="a9"/>
        <w:ind w:leftChars="300" w:left="630"/>
        <w:jc w:val="center"/>
        <w:rPr>
          <w:rFonts w:eastAsia="PMingLiU"/>
          <w:lang w:eastAsia="zh-TW"/>
        </w:rPr>
      </w:pPr>
      <w:r w:rsidRPr="004F0E06">
        <w:rPr>
          <w:rFonts w:hint="eastAsia"/>
          <w:highlight w:val="yellow"/>
          <w:lang w:eastAsia="zh-TW"/>
        </w:rPr>
        <w:t>≪事業所名≫</w:t>
      </w:r>
      <w:r w:rsidRPr="004F0E06">
        <w:rPr>
          <w:rFonts w:hint="eastAsia"/>
          <w:lang w:eastAsia="zh-TW"/>
        </w:rPr>
        <w:t>運営規程</w:t>
      </w:r>
    </w:p>
    <w:p w:rsidR="007D4EAA" w:rsidRPr="004F0E06" w:rsidRDefault="007D4EAA" w:rsidP="007D4EAA">
      <w:pPr>
        <w:pStyle w:val="a9"/>
        <w:rPr>
          <w:rFonts w:eastAsia="PMingLiU"/>
          <w:lang w:eastAsia="zh-TW"/>
        </w:rPr>
      </w:pPr>
    </w:p>
    <w:p w:rsidR="007D4EAA" w:rsidRPr="004F0E06" w:rsidRDefault="007D4EAA" w:rsidP="007D4EAA">
      <w:pPr>
        <w:pStyle w:val="a9"/>
      </w:pPr>
      <w:r w:rsidRPr="004F0E06">
        <w:rPr>
          <w:rFonts w:hint="eastAsia"/>
        </w:rPr>
        <w:t>（事業の目的）</w:t>
      </w:r>
    </w:p>
    <w:p w:rsidR="007D4EAA" w:rsidRPr="004F0E06" w:rsidRDefault="007D4EAA" w:rsidP="007D4EAA">
      <w:pPr>
        <w:pStyle w:val="a9"/>
        <w:ind w:left="210" w:hangingChars="100" w:hanging="210"/>
      </w:pPr>
      <w:r w:rsidRPr="004F0E06">
        <w:rPr>
          <w:rFonts w:hint="eastAsia"/>
        </w:rPr>
        <w:t xml:space="preserve">第１条　</w:t>
      </w:r>
      <w:r w:rsidRPr="004F0E06">
        <w:rPr>
          <w:rFonts w:hint="eastAsia"/>
          <w:highlight w:val="yellow"/>
        </w:rPr>
        <w:t>≪開設者名≫</w:t>
      </w:r>
      <w:r w:rsidRPr="004F0E06">
        <w:rPr>
          <w:rFonts w:hint="eastAsia"/>
        </w:rPr>
        <w:t>が実施する指定福祉用具貸与及び指定介護予防福祉用具貸与（以下「指定福祉用具貸与</w:t>
      </w:r>
      <w:r w:rsidR="00A80EF9">
        <w:rPr>
          <w:rFonts w:hint="eastAsia"/>
        </w:rPr>
        <w:t>等</w:t>
      </w:r>
      <w:r w:rsidRPr="004F0E06">
        <w:rPr>
          <w:rFonts w:hint="eastAsia"/>
        </w:rPr>
        <w:t>」という。）の事業は、要介護状態等又は要支援状態（以下「要介護状態等」という）となった場合においても、その利用者が可能な限りその居宅において、その有する能力に応じ自立した日常生活を営むことができるよう、利用者の心身の状況、希望及びその置かれている環境を踏まえた適切な福祉用具の選定の援助、取付け、調整等を行い、福祉用具を貸与することにより、利用者の日常生活上の便宜を図り、その機能訓練に資することを目的とする。</w:t>
      </w:r>
    </w:p>
    <w:p w:rsidR="007D4EAA" w:rsidRPr="004F0E06" w:rsidRDefault="007D4EAA" w:rsidP="007D4EAA">
      <w:pPr>
        <w:pStyle w:val="a9"/>
      </w:pPr>
    </w:p>
    <w:p w:rsidR="007D4EAA" w:rsidRPr="004F0E06" w:rsidRDefault="007D4EAA" w:rsidP="007D4EAA">
      <w:pPr>
        <w:pStyle w:val="a9"/>
      </w:pPr>
      <w:r w:rsidRPr="004F0E06">
        <w:rPr>
          <w:rFonts w:hint="eastAsia"/>
        </w:rPr>
        <w:t>（運営の方針）</w:t>
      </w:r>
    </w:p>
    <w:p w:rsidR="007D4EAA" w:rsidRPr="004F0E06" w:rsidRDefault="007D4EAA" w:rsidP="007D4EAA">
      <w:pPr>
        <w:pStyle w:val="a9"/>
        <w:ind w:left="210" w:hangingChars="100" w:hanging="210"/>
      </w:pPr>
      <w:r w:rsidRPr="004F0E06">
        <w:rPr>
          <w:rFonts w:hint="eastAsia"/>
        </w:rPr>
        <w:t>第２条　本事業の運営の方針は、以下のとおりとする。</w:t>
      </w:r>
    </w:p>
    <w:p w:rsidR="007D4EAA" w:rsidRPr="004F0E06" w:rsidRDefault="007D4EAA" w:rsidP="00A80EF9">
      <w:pPr>
        <w:pStyle w:val="a9"/>
        <w:ind w:leftChars="100" w:left="420" w:hangingChars="100" w:hanging="210"/>
      </w:pPr>
      <w:r w:rsidRPr="004F0E06">
        <w:rPr>
          <w:rFonts w:hint="eastAsia"/>
        </w:rPr>
        <w:t>(1) 指定福祉用具貸与</w:t>
      </w:r>
      <w:r w:rsidR="00A80EF9">
        <w:rPr>
          <w:rFonts w:hint="eastAsia"/>
        </w:rPr>
        <w:t>等</w:t>
      </w:r>
      <w:r w:rsidRPr="004F0E06">
        <w:rPr>
          <w:rFonts w:hint="eastAsia"/>
        </w:rPr>
        <w:t>は、</w:t>
      </w:r>
      <w:r w:rsidR="00A80EF9" w:rsidRPr="00BE730C">
        <w:rPr>
          <w:rFonts w:hint="eastAsia"/>
        </w:rPr>
        <w:t>利用者の要介護状態</w:t>
      </w:r>
      <w:r w:rsidR="00A80EF9">
        <w:rPr>
          <w:rFonts w:hint="eastAsia"/>
        </w:rPr>
        <w:t>等</w:t>
      </w:r>
      <w:r w:rsidR="00A80EF9" w:rsidRPr="00BE730C">
        <w:rPr>
          <w:rFonts w:hint="eastAsia"/>
        </w:rPr>
        <w:t>の</w:t>
      </w:r>
      <w:r w:rsidR="00A80EF9" w:rsidRPr="001C6D37">
        <w:rPr>
          <w:rFonts w:hint="eastAsia"/>
        </w:rPr>
        <w:t>軽減又は悪化の防止に</w:t>
      </w:r>
      <w:r w:rsidRPr="004F0E06">
        <w:rPr>
          <w:rFonts w:hint="eastAsia"/>
        </w:rPr>
        <w:t>資するよう適切に行うこと。</w:t>
      </w:r>
    </w:p>
    <w:p w:rsidR="007D4EAA" w:rsidRPr="004F0E06" w:rsidRDefault="007D4EAA" w:rsidP="007D4EAA">
      <w:pPr>
        <w:pStyle w:val="a9"/>
        <w:ind w:leftChars="100" w:left="420" w:hangingChars="100" w:hanging="210"/>
      </w:pPr>
      <w:r w:rsidRPr="004F0E06">
        <w:rPr>
          <w:rFonts w:hint="eastAsia"/>
        </w:rPr>
        <w:t>(2) 常に、清潔かつ安全で正常な機能を有する指定福祉用具を貸与すること。</w:t>
      </w:r>
    </w:p>
    <w:p w:rsidR="007D4EAA" w:rsidRPr="004F0E06" w:rsidRDefault="007D4EAA" w:rsidP="007D4EAA">
      <w:pPr>
        <w:pStyle w:val="a9"/>
        <w:ind w:leftChars="100" w:left="420" w:hangingChars="100" w:hanging="210"/>
      </w:pPr>
      <w:r w:rsidRPr="004F0E06">
        <w:rPr>
          <w:rFonts w:hint="eastAsia"/>
        </w:rPr>
        <w:t>(3) 提供する指定福祉用具貸与</w:t>
      </w:r>
      <w:r w:rsidR="00A80EF9">
        <w:rPr>
          <w:rFonts w:hint="eastAsia"/>
        </w:rPr>
        <w:t>等</w:t>
      </w:r>
      <w:r w:rsidRPr="004F0E06">
        <w:rPr>
          <w:rFonts w:hint="eastAsia"/>
        </w:rPr>
        <w:t>の質の評価を行い、常にその改善を図ること。</w:t>
      </w:r>
    </w:p>
    <w:p w:rsidR="007D4EAA" w:rsidRPr="004F0E06" w:rsidRDefault="007D4EAA" w:rsidP="007D4EAA">
      <w:pPr>
        <w:pStyle w:val="a9"/>
        <w:ind w:leftChars="100" w:left="525" w:hangingChars="150" w:hanging="315"/>
      </w:pPr>
      <w:r w:rsidRPr="004F0E06">
        <w:rPr>
          <w:rFonts w:hint="eastAsia"/>
        </w:rPr>
        <w:t>(</w:t>
      </w:r>
      <w:r w:rsidRPr="004F0E06">
        <w:t>4</w:t>
      </w:r>
      <w:r w:rsidRPr="004F0E06">
        <w:rPr>
          <w:rFonts w:hint="eastAsia"/>
        </w:rPr>
        <w:t>)</w:t>
      </w:r>
      <w:r w:rsidRPr="004F0E06">
        <w:t xml:space="preserve"> </w:t>
      </w:r>
      <w:r w:rsidRPr="004F0E06">
        <w:rPr>
          <w:rFonts w:hint="eastAsia"/>
        </w:rPr>
        <w:t>事業所は、利用者の人権の擁護、虐待の防止等のため、必要な体制の整備を行うとともに、従業者に対し、研修を実施する等の措置を講じるものとする。</w:t>
      </w:r>
    </w:p>
    <w:p w:rsidR="007D4EAA" w:rsidRPr="004F0E06" w:rsidRDefault="007D4EAA" w:rsidP="007D4EAA">
      <w:pPr>
        <w:pStyle w:val="a9"/>
        <w:ind w:leftChars="40" w:left="504" w:hangingChars="200" w:hanging="420"/>
      </w:pPr>
      <w:r w:rsidRPr="004F0E06">
        <w:rPr>
          <w:rFonts w:hint="eastAsia"/>
        </w:rPr>
        <w:t>（5）事業所は、利用者の人権の擁護、虐待の防止等のため、必要な体制の整備を行うとともに、従業者に対し、研修を実施する等の措置を講じるものとする。</w:t>
      </w:r>
    </w:p>
    <w:p w:rsidR="007D4EAA" w:rsidRPr="004F0E06" w:rsidRDefault="007D4EAA" w:rsidP="004F0E06">
      <w:pPr>
        <w:pStyle w:val="a9"/>
        <w:ind w:leftChars="40" w:left="504" w:hangingChars="200" w:hanging="420"/>
      </w:pPr>
      <w:r w:rsidRPr="004F0E06">
        <w:rPr>
          <w:rFonts w:hint="eastAsia"/>
        </w:rPr>
        <w:t>（6）指定福祉用具貸与</w:t>
      </w:r>
      <w:r w:rsidR="00A80EF9">
        <w:rPr>
          <w:rFonts w:hint="eastAsia"/>
        </w:rPr>
        <w:t>等</w:t>
      </w:r>
      <w:r w:rsidRPr="004F0E06">
        <w:rPr>
          <w:rFonts w:hint="eastAsia"/>
        </w:rPr>
        <w:t>の提供にあたっては、介護保険法第118条の２第１項に規定する介護保険等関連情報その他必要な情報を活用し、適切かつ有効に行うよう努めるものとする。</w:t>
      </w:r>
    </w:p>
    <w:p w:rsidR="007D4EAA" w:rsidRPr="004F0E06" w:rsidRDefault="007D4EAA" w:rsidP="004F0E06">
      <w:pPr>
        <w:pStyle w:val="a9"/>
        <w:ind w:left="210" w:hangingChars="100" w:hanging="210"/>
      </w:pPr>
      <w:r w:rsidRPr="004F0E06">
        <w:rPr>
          <w:rFonts w:hint="eastAsia"/>
        </w:rPr>
        <w:t xml:space="preserve">２　</w:t>
      </w:r>
      <w:r w:rsidR="00A80EF9" w:rsidRPr="004F0E06">
        <w:rPr>
          <w:rFonts w:hint="eastAsia"/>
        </w:rPr>
        <w:t>指定福祉用具貸与</w:t>
      </w:r>
      <w:r w:rsidR="00A80EF9">
        <w:rPr>
          <w:rFonts w:hint="eastAsia"/>
        </w:rPr>
        <w:t>等の提供</w:t>
      </w:r>
      <w:r w:rsidRPr="004F0E06">
        <w:rPr>
          <w:rFonts w:hint="eastAsia"/>
        </w:rPr>
        <w:t>に当たっては、市町村、地域の保健・医療・福祉サービスとの綿密な連携に努める。</w:t>
      </w:r>
    </w:p>
    <w:p w:rsidR="007D4EAA" w:rsidRPr="004F0E06" w:rsidRDefault="007D4EAA" w:rsidP="007D4EAA">
      <w:pPr>
        <w:pStyle w:val="a9"/>
        <w:ind w:left="210" w:hangingChars="100" w:hanging="210"/>
      </w:pPr>
      <w:r w:rsidRPr="004F0E06">
        <w:rPr>
          <w:rFonts w:hint="eastAsia"/>
        </w:rPr>
        <w:t>３　事業所は、正当な理由なくサービス提供を拒まない。</w:t>
      </w:r>
    </w:p>
    <w:p w:rsidR="007D4EAA" w:rsidRPr="004F0E06" w:rsidRDefault="007D4EAA" w:rsidP="007D4EAA">
      <w:pPr>
        <w:pStyle w:val="a9"/>
      </w:pPr>
    </w:p>
    <w:p w:rsidR="007D4EAA" w:rsidRPr="004F0E06" w:rsidRDefault="007D4EAA" w:rsidP="007D4EAA">
      <w:pPr>
        <w:pStyle w:val="a9"/>
      </w:pPr>
      <w:r w:rsidRPr="004F0E06">
        <w:rPr>
          <w:rFonts w:hint="eastAsia"/>
        </w:rPr>
        <w:t>（事業所の名称及び所在地）</w:t>
      </w:r>
    </w:p>
    <w:p w:rsidR="007D4EAA" w:rsidRPr="004F0E06" w:rsidRDefault="007D4EAA" w:rsidP="007D4EAA">
      <w:pPr>
        <w:pStyle w:val="a9"/>
      </w:pPr>
      <w:r w:rsidRPr="004F0E06">
        <w:rPr>
          <w:rFonts w:hint="eastAsia"/>
        </w:rPr>
        <w:t>第３条　事業所の名称及び所在地は、次のとおりとする。</w:t>
      </w:r>
    </w:p>
    <w:p w:rsidR="007D4EAA" w:rsidRPr="004F0E06" w:rsidRDefault="007D4EAA" w:rsidP="007D4EAA">
      <w:pPr>
        <w:pStyle w:val="a9"/>
      </w:pPr>
      <w:r w:rsidRPr="004F0E06">
        <w:rPr>
          <w:rFonts w:hint="eastAsia"/>
        </w:rPr>
        <w:t xml:space="preserve">  １　名　称　　</w:t>
      </w:r>
      <w:r w:rsidRPr="004F0E06">
        <w:rPr>
          <w:rFonts w:hint="eastAsia"/>
          <w:highlight w:val="yellow"/>
        </w:rPr>
        <w:t>≪事業所名≫</w:t>
      </w:r>
    </w:p>
    <w:p w:rsidR="004F0E06" w:rsidRDefault="007D4EAA" w:rsidP="007D4EAA">
      <w:pPr>
        <w:pStyle w:val="a9"/>
      </w:pPr>
      <w:r w:rsidRPr="004F0E06">
        <w:rPr>
          <w:rFonts w:hint="eastAsia"/>
        </w:rPr>
        <w:t xml:space="preserve">  ２  所在地　　</w:t>
      </w:r>
      <w:r w:rsidRPr="004F0E06">
        <w:rPr>
          <w:rFonts w:hint="eastAsia"/>
          <w:highlight w:val="yellow"/>
        </w:rPr>
        <w:t>≪事業所の所在地≫</w:t>
      </w:r>
    </w:p>
    <w:p w:rsidR="004F0E06" w:rsidRDefault="004F0E06" w:rsidP="007D4EAA">
      <w:pPr>
        <w:pStyle w:val="a9"/>
      </w:pPr>
    </w:p>
    <w:p w:rsidR="007D4EAA" w:rsidRPr="004F0E06" w:rsidRDefault="007D4EAA" w:rsidP="007D4EAA">
      <w:pPr>
        <w:pStyle w:val="a9"/>
      </w:pPr>
      <w:r w:rsidRPr="004F0E06">
        <w:rPr>
          <w:rFonts w:hint="eastAsia"/>
        </w:rPr>
        <w:t>（従業者の職種、員数及び職務内容）</w:t>
      </w:r>
    </w:p>
    <w:p w:rsidR="007D4EAA" w:rsidRPr="004F0E06" w:rsidRDefault="007D4EAA" w:rsidP="007D4EAA">
      <w:pPr>
        <w:pStyle w:val="a9"/>
        <w:ind w:left="210" w:hangingChars="100" w:hanging="210"/>
      </w:pPr>
      <w:r w:rsidRPr="004F0E06">
        <w:rPr>
          <w:rFonts w:hint="eastAsia"/>
        </w:rPr>
        <w:t>第４条　事業所に勤務する従業者の職種、員数、及び職務内容は次のとおりとする。</w:t>
      </w:r>
    </w:p>
    <w:p w:rsidR="007D4EAA" w:rsidRPr="004F0E06" w:rsidRDefault="007D4EAA" w:rsidP="007D4EAA">
      <w:pPr>
        <w:pStyle w:val="a9"/>
        <w:ind w:leftChars="100" w:left="420" w:hangingChars="100" w:hanging="210"/>
      </w:pPr>
      <w:r w:rsidRPr="004F0E06">
        <w:rPr>
          <w:rFonts w:hint="eastAsia"/>
        </w:rPr>
        <w:t>１　管理者　１人</w:t>
      </w:r>
    </w:p>
    <w:p w:rsidR="007D4EAA" w:rsidRPr="004F0E06" w:rsidRDefault="007D4EAA" w:rsidP="007D4EAA">
      <w:pPr>
        <w:pStyle w:val="a9"/>
        <w:ind w:leftChars="200" w:left="420"/>
      </w:pPr>
      <w:r w:rsidRPr="004F0E06">
        <w:rPr>
          <w:rFonts w:hint="eastAsia"/>
        </w:rPr>
        <w:t xml:space="preserve">　管理者は、従業者及び業務の実施状況の把握、その他の業務の管理を一元的に行うとともに、法令等において規定されている指定福祉用具貸与</w:t>
      </w:r>
      <w:r w:rsidR="00A80EF9">
        <w:rPr>
          <w:rFonts w:hint="eastAsia"/>
        </w:rPr>
        <w:t>等</w:t>
      </w:r>
      <w:r w:rsidRPr="004F0E06">
        <w:rPr>
          <w:rFonts w:hint="eastAsia"/>
        </w:rPr>
        <w:t>事業の実施に関し、事業所の従業者に対し遵守すべき事項についての指揮命令を行う。</w:t>
      </w:r>
    </w:p>
    <w:p w:rsidR="007D4EAA" w:rsidRPr="004F0E06" w:rsidRDefault="007D4EAA" w:rsidP="007D4EAA">
      <w:pPr>
        <w:pStyle w:val="a9"/>
        <w:ind w:leftChars="100" w:left="420" w:hangingChars="100" w:hanging="210"/>
        <w:rPr>
          <w:lang w:eastAsia="zh-TW"/>
        </w:rPr>
      </w:pPr>
      <w:r w:rsidRPr="004F0E06">
        <w:rPr>
          <w:rFonts w:hint="eastAsia"/>
          <w:lang w:eastAsia="zh-TW"/>
        </w:rPr>
        <w:t xml:space="preserve">２　専門相談員　</w:t>
      </w:r>
      <w:r w:rsidRPr="004F0E06">
        <w:rPr>
          <w:rFonts w:hint="eastAsia"/>
          <w:highlight w:val="yellow"/>
          <w:lang w:eastAsia="zh-TW"/>
        </w:rPr>
        <w:t>○人</w:t>
      </w:r>
      <w:r w:rsidRPr="004F0E06">
        <w:rPr>
          <w:rFonts w:hint="eastAsia"/>
          <w:highlight w:val="yellow"/>
        </w:rPr>
        <w:t>以上</w:t>
      </w:r>
    </w:p>
    <w:p w:rsidR="007D4EAA" w:rsidRPr="004F0E06" w:rsidRDefault="007D4EAA" w:rsidP="007D4EAA">
      <w:pPr>
        <w:pStyle w:val="a9"/>
        <w:ind w:leftChars="200" w:left="420"/>
      </w:pPr>
      <w:r w:rsidRPr="004F0E06">
        <w:rPr>
          <w:rFonts w:hint="eastAsia"/>
          <w:lang w:eastAsia="zh-TW"/>
        </w:rPr>
        <w:t xml:space="preserve">　</w:t>
      </w:r>
      <w:r w:rsidRPr="004F0E06">
        <w:rPr>
          <w:rFonts w:hint="eastAsia"/>
        </w:rPr>
        <w:t>専門相談員は、福祉用具の貸与を行うとともに、利用者対し、福祉用具が適切に選定され、かつ、使用されるよう以下のことを行う。</w:t>
      </w:r>
    </w:p>
    <w:p w:rsidR="007D4EAA" w:rsidRPr="004F0E06" w:rsidRDefault="007D4EAA" w:rsidP="007D4EAA">
      <w:pPr>
        <w:pStyle w:val="a9"/>
        <w:ind w:leftChars="200" w:left="420"/>
      </w:pPr>
      <w:r w:rsidRPr="004F0E06">
        <w:rPr>
          <w:rFonts w:hint="eastAsia"/>
        </w:rPr>
        <w:lastRenderedPageBreak/>
        <w:t>・　福祉用具に関する相談援助</w:t>
      </w:r>
    </w:p>
    <w:p w:rsidR="007D4EAA" w:rsidRPr="004F0E06" w:rsidRDefault="007D4EAA" w:rsidP="007D4EAA">
      <w:pPr>
        <w:pStyle w:val="a9"/>
        <w:ind w:leftChars="200" w:left="420"/>
      </w:pPr>
      <w:r w:rsidRPr="004F0E06">
        <w:rPr>
          <w:rFonts w:hint="eastAsia"/>
        </w:rPr>
        <w:t>・　福祉用具の機能、安全性、衛生状態等の点検</w:t>
      </w:r>
    </w:p>
    <w:p w:rsidR="007D4EAA" w:rsidRPr="004F0E06" w:rsidRDefault="007D4EAA" w:rsidP="007D4EAA">
      <w:pPr>
        <w:pStyle w:val="a9"/>
        <w:ind w:leftChars="200" w:left="420"/>
      </w:pPr>
      <w:r w:rsidRPr="004F0E06">
        <w:rPr>
          <w:rFonts w:hint="eastAsia"/>
        </w:rPr>
        <w:t>・　利用者の身体の状況等に応じた福祉用具の調整</w:t>
      </w:r>
    </w:p>
    <w:p w:rsidR="007D4EAA" w:rsidRPr="004F0E06" w:rsidRDefault="007D4EAA" w:rsidP="007D4EAA">
      <w:pPr>
        <w:pStyle w:val="a9"/>
        <w:ind w:leftChars="200" w:left="420"/>
      </w:pPr>
      <w:r w:rsidRPr="004F0E06">
        <w:rPr>
          <w:rFonts w:hint="eastAsia"/>
        </w:rPr>
        <w:t>・　福祉用具の使用方法の指導</w:t>
      </w:r>
    </w:p>
    <w:p w:rsidR="007D4EAA" w:rsidRPr="004F0E06" w:rsidRDefault="007D4EAA" w:rsidP="007D4EAA">
      <w:pPr>
        <w:pStyle w:val="a9"/>
        <w:ind w:leftChars="100" w:left="420" w:hangingChars="100" w:hanging="210"/>
      </w:pPr>
      <w:r w:rsidRPr="004F0E06">
        <w:rPr>
          <w:rFonts w:hint="eastAsia"/>
          <w:lang w:eastAsia="zh-TW"/>
        </w:rPr>
        <w:t xml:space="preserve">３　事務職員　</w:t>
      </w:r>
      <w:r w:rsidRPr="004F0E06">
        <w:rPr>
          <w:rFonts w:hint="eastAsia"/>
          <w:highlight w:val="yellow"/>
          <w:lang w:eastAsia="zh-TW"/>
        </w:rPr>
        <w:t>○人</w:t>
      </w:r>
      <w:r w:rsidRPr="004F0E06">
        <w:rPr>
          <w:rFonts w:hint="eastAsia"/>
          <w:highlight w:val="yellow"/>
        </w:rPr>
        <w:t>以上</w:t>
      </w:r>
    </w:p>
    <w:p w:rsidR="007D4EAA" w:rsidRPr="004F0E06" w:rsidRDefault="007D4EAA" w:rsidP="007D4EAA">
      <w:pPr>
        <w:pStyle w:val="a9"/>
        <w:ind w:leftChars="200" w:left="420"/>
      </w:pPr>
      <w:r w:rsidRPr="004F0E06">
        <w:rPr>
          <w:rFonts w:hint="eastAsia"/>
          <w:lang w:eastAsia="zh-TW"/>
        </w:rPr>
        <w:t xml:space="preserve">　</w:t>
      </w:r>
      <w:r w:rsidRPr="004F0E06">
        <w:rPr>
          <w:rFonts w:hint="eastAsia"/>
        </w:rPr>
        <w:t>必要な事務を行う。</w:t>
      </w:r>
    </w:p>
    <w:p w:rsidR="007D4EAA" w:rsidRPr="004F0E06" w:rsidRDefault="007D4EAA" w:rsidP="007D4EAA">
      <w:pPr>
        <w:pStyle w:val="a9"/>
      </w:pPr>
    </w:p>
    <w:p w:rsidR="007D4EAA" w:rsidRPr="004F0E06" w:rsidRDefault="007D4EAA" w:rsidP="007D4EAA">
      <w:pPr>
        <w:pStyle w:val="a9"/>
      </w:pPr>
      <w:r w:rsidRPr="004F0E06">
        <w:rPr>
          <w:rFonts w:hint="eastAsia"/>
        </w:rPr>
        <w:t>（営業日及び営業時間）</w:t>
      </w:r>
    </w:p>
    <w:p w:rsidR="007D4EAA" w:rsidRPr="004F0E06" w:rsidRDefault="007D4EAA" w:rsidP="007D4EAA">
      <w:pPr>
        <w:pStyle w:val="a9"/>
      </w:pPr>
      <w:r w:rsidRPr="004F0E06">
        <w:rPr>
          <w:rFonts w:hint="eastAsia"/>
        </w:rPr>
        <w:t xml:space="preserve">第５条　事業所の営業日及び営業時間は、次のとおりとする。 </w:t>
      </w:r>
    </w:p>
    <w:p w:rsidR="004F0E06" w:rsidRDefault="004F0E06" w:rsidP="004F0E06">
      <w:pPr>
        <w:pStyle w:val="a9"/>
        <w:ind w:left="210"/>
        <w:rPr>
          <w:highlight w:val="yellow"/>
        </w:rPr>
      </w:pPr>
      <w:r>
        <w:rPr>
          <w:rFonts w:hint="eastAsia"/>
        </w:rPr>
        <w:t>(</w:t>
      </w:r>
      <w:r>
        <w:t>1)</w:t>
      </w:r>
      <w:r w:rsidRPr="00FE5078">
        <w:rPr>
          <w:rFonts w:hint="eastAsia"/>
        </w:rPr>
        <w:t xml:space="preserve"> 営</w:t>
      </w:r>
      <w:r w:rsidRPr="00C95346">
        <w:rPr>
          <w:rFonts w:hint="eastAsia"/>
        </w:rPr>
        <w:t xml:space="preserve">業日　</w:t>
      </w:r>
      <w:r w:rsidRPr="00E37390">
        <w:rPr>
          <w:rFonts w:hint="eastAsia"/>
          <w:highlight w:val="yellow"/>
        </w:rPr>
        <w:t>○曜日から○曜日</w:t>
      </w:r>
      <w:r w:rsidRPr="00C95346">
        <w:rPr>
          <w:rFonts w:hint="eastAsia"/>
        </w:rPr>
        <w:t>までとする。ただし、</w:t>
      </w:r>
      <w:r w:rsidRPr="00E37390">
        <w:rPr>
          <w:rFonts w:hint="eastAsia"/>
          <w:highlight w:val="yellow"/>
        </w:rPr>
        <w:t>８月○○日から８月○○日まで、１２月○○日</w:t>
      </w:r>
    </w:p>
    <w:p w:rsidR="004F0E06" w:rsidRPr="00FE5078" w:rsidRDefault="00EB3BB2" w:rsidP="004F0E06">
      <w:pPr>
        <w:pStyle w:val="a9"/>
        <w:ind w:left="210" w:firstLineChars="600" w:firstLine="1259"/>
      </w:pPr>
      <w:r>
        <w:rPr>
          <w:rFonts w:hint="eastAsia"/>
          <w:highlight w:val="yellow"/>
        </w:rPr>
        <w:t>から１月○日まで及び国民の祝</w:t>
      </w:r>
      <w:bookmarkStart w:id="0" w:name="_GoBack"/>
      <w:bookmarkEnd w:id="0"/>
      <w:r w:rsidR="004F0E06" w:rsidRPr="00E37390">
        <w:rPr>
          <w:rFonts w:hint="eastAsia"/>
          <w:highlight w:val="yellow"/>
        </w:rPr>
        <w:t>日を除く。</w:t>
      </w:r>
    </w:p>
    <w:p w:rsidR="004F0E06" w:rsidRPr="00C95346" w:rsidRDefault="004F0E06" w:rsidP="004F0E06">
      <w:pPr>
        <w:pStyle w:val="a9"/>
        <w:ind w:leftChars="100" w:left="420" w:hangingChars="100" w:hanging="210"/>
      </w:pPr>
      <w:r w:rsidRPr="00C95346">
        <w:rPr>
          <w:rFonts w:hint="eastAsia"/>
        </w:rPr>
        <w:t xml:space="preserve">(2) 営業時間　</w:t>
      </w:r>
      <w:r w:rsidRPr="00E37390">
        <w:rPr>
          <w:rFonts w:hint="eastAsia"/>
          <w:highlight w:val="yellow"/>
        </w:rPr>
        <w:t>午前○時から午後○時まで</w:t>
      </w:r>
      <w:r>
        <w:rPr>
          <w:rFonts w:hint="eastAsia"/>
        </w:rPr>
        <w:t>とする</w:t>
      </w:r>
      <w:r w:rsidR="00F1121F">
        <w:rPr>
          <w:rFonts w:hint="eastAsia"/>
        </w:rPr>
        <w:t>。</w:t>
      </w:r>
    </w:p>
    <w:p w:rsidR="004F0E06" w:rsidRPr="00C95346" w:rsidRDefault="004F0E06" w:rsidP="004F0E06">
      <w:pPr>
        <w:pStyle w:val="a9"/>
        <w:ind w:leftChars="100" w:left="420" w:hangingChars="100" w:hanging="210"/>
      </w:pPr>
      <w:r w:rsidRPr="00C95346">
        <w:rPr>
          <w:rFonts w:hint="eastAsia"/>
        </w:rPr>
        <w:t>(</w:t>
      </w:r>
      <w:r>
        <w:rPr>
          <w:rFonts w:hint="eastAsia"/>
        </w:rPr>
        <w:t>3</w:t>
      </w:r>
      <w:r w:rsidRPr="00C95346">
        <w:rPr>
          <w:rFonts w:hint="eastAsia"/>
        </w:rPr>
        <w:t xml:space="preserve">) </w:t>
      </w:r>
      <w:r>
        <w:rPr>
          <w:rFonts w:hint="eastAsia"/>
        </w:rPr>
        <w:t>電話等により、２４時間常時連絡が可能な体制とする</w:t>
      </w:r>
      <w:r w:rsidR="00F1121F">
        <w:rPr>
          <w:rFonts w:hint="eastAsia"/>
        </w:rPr>
        <w:t>。</w:t>
      </w:r>
    </w:p>
    <w:p w:rsidR="007D4EAA" w:rsidRPr="004F0E06" w:rsidRDefault="007D4EAA" w:rsidP="007D4EAA">
      <w:pPr>
        <w:pStyle w:val="a9"/>
      </w:pPr>
    </w:p>
    <w:p w:rsidR="007D4EAA" w:rsidRPr="004F0E06" w:rsidRDefault="007D4EAA" w:rsidP="007D4EAA">
      <w:pPr>
        <w:pStyle w:val="a9"/>
      </w:pPr>
      <w:r w:rsidRPr="004F0E06">
        <w:rPr>
          <w:rFonts w:hint="eastAsia"/>
        </w:rPr>
        <w:t>（指定福祉用具貸与</w:t>
      </w:r>
      <w:r w:rsidR="00A80EF9">
        <w:rPr>
          <w:rFonts w:hint="eastAsia"/>
        </w:rPr>
        <w:t>等</w:t>
      </w:r>
      <w:r w:rsidRPr="004F0E06">
        <w:rPr>
          <w:rFonts w:hint="eastAsia"/>
        </w:rPr>
        <w:t>の提供方法）</w:t>
      </w:r>
    </w:p>
    <w:p w:rsidR="007D4EAA" w:rsidRPr="004F0E06" w:rsidRDefault="007D4EAA" w:rsidP="007D4EAA">
      <w:pPr>
        <w:pStyle w:val="a9"/>
        <w:ind w:left="210" w:hangingChars="100" w:hanging="210"/>
      </w:pPr>
      <w:r w:rsidRPr="004F0E06">
        <w:rPr>
          <w:rFonts w:hint="eastAsia"/>
        </w:rPr>
        <w:t>第６条　指定福祉用具貸与</w:t>
      </w:r>
      <w:r w:rsidR="00A80EF9">
        <w:rPr>
          <w:rFonts w:hint="eastAsia"/>
        </w:rPr>
        <w:t>等</w:t>
      </w:r>
      <w:r w:rsidRPr="004F0E06">
        <w:rPr>
          <w:rFonts w:hint="eastAsia"/>
        </w:rPr>
        <w:t>の提供に当たっては、事業所は以下のことを遵守するものとする。</w:t>
      </w:r>
    </w:p>
    <w:p w:rsidR="007D4EAA" w:rsidRPr="004F0E06" w:rsidRDefault="004F0E06" w:rsidP="007D4EAA">
      <w:pPr>
        <w:pStyle w:val="a9"/>
        <w:ind w:leftChars="100" w:left="420" w:hangingChars="100" w:hanging="210"/>
      </w:pPr>
      <w:r>
        <w:rPr>
          <w:rFonts w:hint="eastAsia"/>
        </w:rPr>
        <w:t>(</w:t>
      </w:r>
      <w:r>
        <w:t xml:space="preserve">1) </w:t>
      </w:r>
      <w:r w:rsidR="007D4EAA" w:rsidRPr="004F0E06">
        <w:rPr>
          <w:rFonts w:hint="eastAsia"/>
        </w:rPr>
        <w:t>利用者の心身の状況、希望及びその置かれている環境を踏まえ、目録等の文書を示して福祉用具の機能、使用方法、利用料等に関する情報等を説明し、利用者又はその家族の同意を得るものとする。</w:t>
      </w:r>
    </w:p>
    <w:p w:rsidR="007D4EAA" w:rsidRPr="004F0E06" w:rsidRDefault="004F0E06" w:rsidP="007D4EAA">
      <w:pPr>
        <w:pStyle w:val="a9"/>
        <w:ind w:leftChars="100" w:left="420" w:hangingChars="100" w:hanging="210"/>
      </w:pPr>
      <w:r>
        <w:rPr>
          <w:rFonts w:hint="eastAsia"/>
        </w:rPr>
        <w:t>(</w:t>
      </w:r>
      <w:r>
        <w:t xml:space="preserve">2) </w:t>
      </w:r>
      <w:r w:rsidR="007D4EAA" w:rsidRPr="004F0E06">
        <w:rPr>
          <w:rFonts w:hint="eastAsia"/>
        </w:rPr>
        <w:t>利用者の被保険者証により認定の有無や有効期間を確認する。また、既に認定審査会意見があるときには、それに配慮する。</w:t>
      </w:r>
    </w:p>
    <w:p w:rsidR="007D4EAA" w:rsidRPr="004F0E06" w:rsidRDefault="007D4EAA" w:rsidP="007D4EAA">
      <w:pPr>
        <w:pStyle w:val="a9"/>
      </w:pPr>
    </w:p>
    <w:p w:rsidR="007D4EAA" w:rsidRPr="004F0E06" w:rsidRDefault="007D4EAA" w:rsidP="007D4EAA">
      <w:pPr>
        <w:pStyle w:val="a9"/>
      </w:pPr>
      <w:r w:rsidRPr="004F0E06">
        <w:rPr>
          <w:rFonts w:hint="eastAsia"/>
        </w:rPr>
        <w:t>（指定福祉用具貸与</w:t>
      </w:r>
      <w:r w:rsidR="004B3BE2">
        <w:rPr>
          <w:rFonts w:hint="eastAsia"/>
        </w:rPr>
        <w:t>等</w:t>
      </w:r>
      <w:r w:rsidRPr="004F0E06">
        <w:rPr>
          <w:rFonts w:hint="eastAsia"/>
        </w:rPr>
        <w:t>の品名及びその利用料等）</w:t>
      </w:r>
    </w:p>
    <w:p w:rsidR="007D4EAA" w:rsidRPr="004F0E06" w:rsidRDefault="007D4EAA" w:rsidP="007D4EAA">
      <w:pPr>
        <w:pStyle w:val="a9"/>
        <w:ind w:left="210" w:hangingChars="100" w:hanging="210"/>
      </w:pPr>
      <w:r w:rsidRPr="004F0E06">
        <w:rPr>
          <w:rFonts w:hint="eastAsia"/>
        </w:rPr>
        <w:t>第７条　指定福祉用具</w:t>
      </w:r>
      <w:r w:rsidR="004B3BE2">
        <w:rPr>
          <w:rFonts w:hint="eastAsia"/>
        </w:rPr>
        <w:t>等</w:t>
      </w:r>
      <w:r w:rsidRPr="004F0E06">
        <w:rPr>
          <w:rFonts w:hint="eastAsia"/>
        </w:rPr>
        <w:t>の品目は別表１のとおりとし、品名ごとの利用料の額（暦</w:t>
      </w:r>
      <w:r w:rsidR="00323168">
        <w:rPr>
          <w:rFonts w:hint="eastAsia"/>
        </w:rPr>
        <w:t>月による１月の額をいう。以下、同じ。）及び算定方法（例えば、</w:t>
      </w:r>
      <w:r w:rsidRPr="004F0E06">
        <w:rPr>
          <w:rFonts w:hint="eastAsia"/>
        </w:rPr>
        <w:t>福祉用具貸与の提供期間に、暦月による１月に満たない端数がある場合の利用料の額等）は、目録に記載しておくものとする。なお、当該福祉用具貸与が法定代理受領サービスであるときは、利用者負担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び第５９条の２第２項に規定する居宅要支援被保険者は、その３割の額とする。</w:t>
      </w:r>
    </w:p>
    <w:p w:rsidR="007D4EAA" w:rsidRPr="004F0E06" w:rsidRDefault="007D4EAA" w:rsidP="004F0E06">
      <w:pPr>
        <w:pStyle w:val="a9"/>
        <w:ind w:left="210" w:hangingChars="100" w:hanging="210"/>
      </w:pPr>
      <w:r w:rsidRPr="004F0E06">
        <w:rPr>
          <w:rFonts w:hint="eastAsia"/>
        </w:rPr>
        <w:t>２　次条の通常の事業の実施地域を越えて行う指定福祉用具貸与</w:t>
      </w:r>
      <w:r w:rsidR="00A80EF9">
        <w:rPr>
          <w:rFonts w:hint="eastAsia"/>
        </w:rPr>
        <w:t>等</w:t>
      </w:r>
      <w:r w:rsidRPr="004F0E06">
        <w:rPr>
          <w:rFonts w:hint="eastAsia"/>
        </w:rPr>
        <w:t>に要した交通費は、その実費を徴収する。なお、自動車を使用した場合の交通費は、別表２の額とする。</w:t>
      </w:r>
    </w:p>
    <w:p w:rsidR="007D4EAA" w:rsidRPr="004F0E06" w:rsidRDefault="007D4EAA" w:rsidP="004F0E06">
      <w:pPr>
        <w:pStyle w:val="a9"/>
        <w:ind w:left="210" w:hangingChars="100" w:hanging="210"/>
      </w:pPr>
      <w:r w:rsidRPr="004F0E06">
        <w:rPr>
          <w:rFonts w:hint="eastAsia"/>
        </w:rPr>
        <w:t>３　前項までの費用の支払いを受ける場合には、利用者又はその家族に対して事前に当該サービスの内容及び費用について文書で説明した上で、支払いに同意する旨の文書に署名（押印）を受けることとする。</w:t>
      </w:r>
    </w:p>
    <w:p w:rsidR="007D4EAA" w:rsidRPr="004F0E06" w:rsidRDefault="007D4EAA" w:rsidP="007D4EAA">
      <w:pPr>
        <w:pStyle w:val="a9"/>
        <w:ind w:left="210" w:hangingChars="100" w:hanging="210"/>
      </w:pPr>
      <w:r w:rsidRPr="004F0E06">
        <w:rPr>
          <w:rFonts w:hint="eastAsia"/>
        </w:rPr>
        <w:t>４　事業所が利用者から第１項及び第２項の費用の支払いを受けたときは、指定福祉用具の種目・品名、提供の開始日及び終了日、並びに利用料金額を記載した、領収書（法定代理受領サービスに該当しない場合、サービス提供証明書）を利用者に交付することとする。</w:t>
      </w:r>
    </w:p>
    <w:p w:rsidR="007D4EAA" w:rsidRPr="004F0E06" w:rsidRDefault="007D4EAA" w:rsidP="007D4EAA">
      <w:pPr>
        <w:pStyle w:val="a9"/>
      </w:pPr>
    </w:p>
    <w:p w:rsidR="007D4EAA" w:rsidRPr="004F0E06" w:rsidRDefault="007D4EAA" w:rsidP="007D4EAA">
      <w:pPr>
        <w:pStyle w:val="a9"/>
      </w:pPr>
      <w:r w:rsidRPr="004F0E06">
        <w:rPr>
          <w:rFonts w:hint="eastAsia"/>
        </w:rPr>
        <w:t>（通常の事業の実施区域）</w:t>
      </w:r>
    </w:p>
    <w:p w:rsidR="007D4EAA" w:rsidRPr="004F0E06" w:rsidRDefault="007D4EAA" w:rsidP="004F0E06">
      <w:pPr>
        <w:pStyle w:val="a9"/>
        <w:ind w:left="210" w:hangingChars="100" w:hanging="210"/>
      </w:pPr>
      <w:r w:rsidRPr="004F0E06">
        <w:rPr>
          <w:rFonts w:hint="eastAsia"/>
        </w:rPr>
        <w:t xml:space="preserve">第８条　</w:t>
      </w:r>
      <w:r w:rsidR="004F0E06" w:rsidRPr="00C95346">
        <w:rPr>
          <w:rFonts w:hint="eastAsia"/>
        </w:rPr>
        <w:t>通常の事業の実施地域は、</w:t>
      </w:r>
      <w:r w:rsidR="004F0E06" w:rsidRPr="00FE5078">
        <w:rPr>
          <w:rFonts w:hint="eastAsia"/>
          <w:highlight w:val="yellow"/>
        </w:rPr>
        <w:t>○○市</w:t>
      </w:r>
      <w:r w:rsidR="004F0E06" w:rsidRPr="00C95346">
        <w:rPr>
          <w:rFonts w:hint="eastAsia"/>
        </w:rPr>
        <w:t>、</w:t>
      </w:r>
      <w:r w:rsidR="004F0E06" w:rsidRPr="00FE5078">
        <w:rPr>
          <w:rFonts w:hint="eastAsia"/>
          <w:highlight w:val="yellow"/>
        </w:rPr>
        <w:t>○○町</w:t>
      </w:r>
      <w:r w:rsidR="004F0E06" w:rsidRPr="00C95346">
        <w:rPr>
          <w:rFonts w:hint="eastAsia"/>
        </w:rPr>
        <w:t>の区域とする。</w:t>
      </w:r>
    </w:p>
    <w:p w:rsidR="007D4EAA" w:rsidRPr="004F0E06" w:rsidRDefault="007D4EAA" w:rsidP="007D4EAA">
      <w:pPr>
        <w:pStyle w:val="a9"/>
      </w:pPr>
    </w:p>
    <w:p w:rsidR="007D4EAA" w:rsidRPr="004F0E06" w:rsidRDefault="007D4EAA" w:rsidP="007D4EAA">
      <w:pPr>
        <w:pStyle w:val="a9"/>
      </w:pPr>
      <w:r w:rsidRPr="004F0E06">
        <w:rPr>
          <w:rFonts w:hint="eastAsia"/>
        </w:rPr>
        <w:t>（福祉用具の保管・消毒）</w:t>
      </w:r>
    </w:p>
    <w:p w:rsidR="007D4EAA" w:rsidRPr="004F0E06" w:rsidRDefault="007D4EAA" w:rsidP="007D4EAA">
      <w:pPr>
        <w:pStyle w:val="a9"/>
        <w:ind w:left="210" w:hangingChars="100" w:hanging="210"/>
      </w:pPr>
      <w:r w:rsidRPr="004F0E06">
        <w:rPr>
          <w:rFonts w:hint="eastAsia"/>
        </w:rPr>
        <w:t>第９条　従業者の清潔の保持と健康状態について必要な管理を行うと共に、事業所の設備及び備品について、衛生的な管理に努めることとする。</w:t>
      </w:r>
    </w:p>
    <w:p w:rsidR="007D4EAA" w:rsidRPr="004F0E06" w:rsidRDefault="007D4EAA" w:rsidP="007D4EAA">
      <w:pPr>
        <w:pStyle w:val="a9"/>
      </w:pPr>
    </w:p>
    <w:p w:rsidR="007D4EAA" w:rsidRPr="004F0E06" w:rsidRDefault="007D4EAA" w:rsidP="004F0E06">
      <w:pPr>
        <w:pStyle w:val="a9"/>
        <w:ind w:left="210" w:hangingChars="100" w:hanging="210"/>
      </w:pPr>
      <w:r w:rsidRPr="004F0E06">
        <w:rPr>
          <w:rFonts w:hint="eastAsia"/>
        </w:rPr>
        <w:lastRenderedPageBreak/>
        <w:t>２　回収した福祉用具については、適切な方法により速やかに消毒を行い、既に消毒が行われた福祉用具と消毒が行われていない福祉用具とを区別して保管するものとする。</w:t>
      </w:r>
    </w:p>
    <w:p w:rsidR="007D4EAA" w:rsidRPr="004F0E06" w:rsidRDefault="000F678E" w:rsidP="000F678E">
      <w:pPr>
        <w:pStyle w:val="a9"/>
        <w:ind w:left="210" w:hangingChars="100" w:hanging="210"/>
      </w:pPr>
      <w:r w:rsidRPr="004F0E06">
        <w:rPr>
          <w:noProof/>
        </w:rPr>
        <mc:AlternateContent>
          <mc:Choice Requires="wps">
            <w:drawing>
              <wp:anchor distT="0" distB="0" distL="114300" distR="114300" simplePos="0" relativeHeight="251659776" behindDoc="0" locked="0" layoutInCell="1" allowOverlap="1">
                <wp:simplePos x="0" y="0"/>
                <wp:positionH relativeFrom="column">
                  <wp:posOffset>66040</wp:posOffset>
                </wp:positionH>
                <wp:positionV relativeFrom="paragraph">
                  <wp:posOffset>597535</wp:posOffset>
                </wp:positionV>
                <wp:extent cx="6200775" cy="1895475"/>
                <wp:effectExtent l="0" t="0" r="28575" b="2857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1895475"/>
                        </a:xfrm>
                        <a:prstGeom prst="bracketPair">
                          <a:avLst>
                            <a:gd name="adj" fmla="val 8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3BE3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pt;margin-top:47.05pt;width:488.25pt;height:14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" adj="1913">
                <v:textbox inset="5.85pt,.7pt,5.85pt,.7pt"/>
              </v:shape>
            </w:pict>
          </mc:Fallback>
        </mc:AlternateContent>
      </w:r>
      <w:r w:rsidR="007D4EAA" w:rsidRPr="004F0E06">
        <w:rPr>
          <w:rFonts w:hint="eastAsia"/>
        </w:rPr>
        <w:t>３　使用した福祉用具について、適切な消毒効果を有する方法により速やかに消毒するために標準作業書（マニュアル）を作成し、福祉用具の保管・消毒はその標準作業書（マニュアル）に従って行うものとする。</w:t>
      </w:r>
    </w:p>
    <w:p w:rsidR="007D4EAA" w:rsidRPr="004F0E06" w:rsidRDefault="007D4EAA" w:rsidP="007D4EAA">
      <w:pPr>
        <w:pStyle w:val="a9"/>
        <w:ind w:leftChars="100" w:left="210" w:rightChars="100" w:right="210"/>
      </w:pPr>
      <w:r w:rsidRPr="004F0E06">
        <w:rPr>
          <w:rFonts w:hint="eastAsia"/>
          <w:highlight w:val="yellow"/>
        </w:rPr>
        <w:t>※（福祉用具の保管・消毒を委託する場合）</w:t>
      </w:r>
    </w:p>
    <w:p w:rsidR="007D4EAA" w:rsidRPr="004F0E06" w:rsidRDefault="007D4EAA" w:rsidP="007D4EAA">
      <w:pPr>
        <w:pStyle w:val="a9"/>
        <w:ind w:leftChars="100" w:left="420" w:rightChars="100" w:right="210" w:hangingChars="100" w:hanging="210"/>
      </w:pPr>
      <w:r w:rsidRPr="004F0E06">
        <w:rPr>
          <w:rFonts w:hint="eastAsia"/>
        </w:rPr>
        <w:t>２　使用した福祉用具の保管・消毒については、下記の事業者に委託するものとする。</w:t>
      </w:r>
    </w:p>
    <w:p w:rsidR="007D4EAA" w:rsidRPr="004F0E06" w:rsidRDefault="007D4EAA" w:rsidP="007D4EAA">
      <w:pPr>
        <w:pStyle w:val="a9"/>
        <w:ind w:leftChars="200" w:left="420" w:rightChars="100" w:right="210"/>
        <w:rPr>
          <w:lang w:eastAsia="zh-TW"/>
        </w:rPr>
      </w:pPr>
      <w:r w:rsidRPr="004F0E06">
        <w:rPr>
          <w:rFonts w:hint="eastAsia"/>
          <w:lang w:eastAsia="zh-TW"/>
        </w:rPr>
        <w:t>(1) 事業者名</w:t>
      </w:r>
    </w:p>
    <w:p w:rsidR="007D4EAA" w:rsidRPr="004F0E06" w:rsidRDefault="007D4EAA" w:rsidP="007D4EAA">
      <w:pPr>
        <w:pStyle w:val="a9"/>
        <w:ind w:leftChars="200" w:left="420" w:rightChars="100" w:right="210"/>
        <w:rPr>
          <w:lang w:eastAsia="zh-TW"/>
        </w:rPr>
      </w:pPr>
      <w:r w:rsidRPr="004F0E06">
        <w:rPr>
          <w:rFonts w:hint="eastAsia"/>
          <w:lang w:eastAsia="zh-TW"/>
        </w:rPr>
        <w:t>(2) 代表者名</w:t>
      </w:r>
    </w:p>
    <w:p w:rsidR="007D4EAA" w:rsidRPr="004F0E06" w:rsidRDefault="007D4EAA" w:rsidP="007D4EAA">
      <w:pPr>
        <w:pStyle w:val="a9"/>
        <w:ind w:leftChars="200" w:left="420" w:rightChars="100" w:right="210"/>
        <w:rPr>
          <w:lang w:eastAsia="zh-TW"/>
        </w:rPr>
      </w:pPr>
      <w:r w:rsidRPr="004F0E06">
        <w:rPr>
          <w:rFonts w:hint="eastAsia"/>
          <w:lang w:eastAsia="zh-TW"/>
        </w:rPr>
        <w:t>(3) 住　　所</w:t>
      </w:r>
    </w:p>
    <w:p w:rsidR="007D4EAA" w:rsidRPr="004F0E06" w:rsidRDefault="007D4EAA" w:rsidP="004F0E06">
      <w:pPr>
        <w:pStyle w:val="a9"/>
        <w:ind w:leftChars="200" w:left="420" w:rightChars="100" w:right="210"/>
      </w:pPr>
      <w:r w:rsidRPr="004F0E06">
        <w:rPr>
          <w:rFonts w:hint="eastAsia"/>
        </w:rPr>
        <w:t>(4) 主な消毒方法</w:t>
      </w:r>
    </w:p>
    <w:p w:rsidR="007D4EAA" w:rsidRPr="004F0E06" w:rsidRDefault="007D4EAA" w:rsidP="007D4EAA">
      <w:pPr>
        <w:pStyle w:val="a9"/>
        <w:ind w:leftChars="100" w:left="420" w:rightChars="100" w:right="210" w:hangingChars="100" w:hanging="210"/>
      </w:pPr>
      <w:r w:rsidRPr="004F0E06">
        <w:rPr>
          <w:rFonts w:hint="eastAsia"/>
        </w:rPr>
        <w:t>３　前項の事業者の、委託した業務の実施状況については、</w:t>
      </w:r>
      <w:r w:rsidRPr="004F0E06">
        <w:rPr>
          <w:rFonts w:hint="eastAsia"/>
          <w:highlight w:val="yellow"/>
        </w:rPr>
        <w:t>○月</w:t>
      </w:r>
      <w:r w:rsidRPr="004F0E06">
        <w:rPr>
          <w:rFonts w:hint="eastAsia"/>
        </w:rPr>
        <w:t>ごとに確認し、その結果を記録するものとする。</w:t>
      </w:r>
    </w:p>
    <w:p w:rsidR="007D4EAA" w:rsidRPr="004F0E06" w:rsidRDefault="007D4EAA" w:rsidP="007D4EAA">
      <w:pPr>
        <w:pStyle w:val="a9"/>
      </w:pPr>
    </w:p>
    <w:p w:rsidR="007D4EAA" w:rsidRPr="004F0E06" w:rsidRDefault="007D4EAA" w:rsidP="007D4EAA">
      <w:pPr>
        <w:pStyle w:val="a9"/>
      </w:pPr>
      <w:r w:rsidRPr="004F0E06">
        <w:rPr>
          <w:rFonts w:hint="eastAsia"/>
        </w:rPr>
        <w:t>（事故発生時の対応）</w:t>
      </w:r>
    </w:p>
    <w:p w:rsidR="004F0E06" w:rsidRPr="00C95346" w:rsidRDefault="007D4EAA" w:rsidP="004F0E06">
      <w:pPr>
        <w:pStyle w:val="a9"/>
        <w:ind w:left="210" w:hangingChars="100" w:hanging="210"/>
      </w:pPr>
      <w:r w:rsidRPr="004F0E06">
        <w:rPr>
          <w:rFonts w:hint="eastAsia"/>
        </w:rPr>
        <w:t>第10条　専門相談員等は、指定福祉用具貸与</w:t>
      </w:r>
      <w:r w:rsidR="00A80EF9">
        <w:rPr>
          <w:rFonts w:hint="eastAsia"/>
        </w:rPr>
        <w:t>等</w:t>
      </w:r>
      <w:r w:rsidRPr="004F0E06">
        <w:rPr>
          <w:rFonts w:hint="eastAsia"/>
        </w:rPr>
        <w:t>の提供により事故が発生したときは、</w:t>
      </w:r>
      <w:r w:rsidR="004F0E06" w:rsidRPr="00C95346">
        <w:rPr>
          <w:rFonts w:hint="eastAsia"/>
        </w:rPr>
        <w:t>速やかに主治医に連絡し適切な措置を講ずるとともに、管理者の指示に従い、市町村（一部事務組合及び広域連合を含む。以下、同じ。）、当該利用者の家族、当該利用者に係る居宅介護支援事業者等に連絡しなければならない。</w:t>
      </w:r>
    </w:p>
    <w:p w:rsidR="004F0E06" w:rsidRPr="00C95346" w:rsidRDefault="004F0E06" w:rsidP="004F0E06">
      <w:pPr>
        <w:pStyle w:val="a9"/>
        <w:ind w:left="210" w:hangingChars="100" w:hanging="210"/>
      </w:pPr>
      <w:r w:rsidRPr="00C95346">
        <w:rPr>
          <w:rFonts w:hint="eastAsia"/>
        </w:rPr>
        <w:t>２　事業所は、事故の状況や事故に際して取った処置について記録するとともに、事故発生の原因を解明し、再発生を防ぐための対策を講じるものとする。</w:t>
      </w:r>
    </w:p>
    <w:p w:rsidR="004F0E06" w:rsidRDefault="004F0E06" w:rsidP="004F0E06">
      <w:pPr>
        <w:pStyle w:val="a9"/>
        <w:ind w:left="210" w:hangingChars="100" w:hanging="210"/>
        <w:rPr>
          <w:rFonts w:ascii="Century" w:hAnsi="Century" w:cs="Times New Roman"/>
        </w:rPr>
      </w:pPr>
      <w:r w:rsidRPr="00C95346">
        <w:t xml:space="preserve">３　</w:t>
      </w:r>
      <w:r w:rsidRPr="0075346E">
        <w:t>事業所は、利用者に賠償すべき事故が発生した場合には、速やかに損害賠償を行う</w:t>
      </w:r>
      <w:r>
        <w:t>ものとする</w:t>
      </w:r>
      <w:r w:rsidRPr="0075346E">
        <w:t>。</w:t>
      </w:r>
    </w:p>
    <w:p w:rsidR="0098008B" w:rsidRPr="004F0E06" w:rsidRDefault="0098008B" w:rsidP="0098008B">
      <w:pPr>
        <w:pStyle w:val="a9"/>
      </w:pPr>
    </w:p>
    <w:p w:rsidR="0098008B" w:rsidRPr="004F0E06" w:rsidRDefault="0098008B" w:rsidP="0098008B">
      <w:pPr>
        <w:pStyle w:val="a9"/>
      </w:pPr>
      <w:r w:rsidRPr="004F0E06">
        <w:rPr>
          <w:rFonts w:hint="eastAsia"/>
        </w:rPr>
        <w:t>（衛生管理対策）</w:t>
      </w:r>
    </w:p>
    <w:p w:rsidR="0098008B" w:rsidRPr="004F0E06" w:rsidRDefault="0098008B" w:rsidP="0098008B">
      <w:pPr>
        <w:pStyle w:val="a9"/>
        <w:ind w:left="210" w:hangingChars="100" w:hanging="210"/>
      </w:pPr>
      <w:r w:rsidRPr="004F0E06">
        <w:rPr>
          <w:rFonts w:hint="eastAsia"/>
        </w:rPr>
        <w:t>第11条　事業所は、福祉用具専門相談員の清潔の保持及び健康状態の管理を行うとともに、事業所の設備及び備品等の衛生的な管理に努めるものとする。</w:t>
      </w:r>
    </w:p>
    <w:p w:rsidR="0098008B" w:rsidRPr="004F0E06" w:rsidRDefault="0098008B" w:rsidP="0098008B">
      <w:pPr>
        <w:pStyle w:val="a9"/>
        <w:ind w:left="210" w:hangingChars="100" w:hanging="210"/>
      </w:pPr>
      <w:r w:rsidRPr="004F0E06">
        <w:rPr>
          <w:rFonts w:hint="eastAsia"/>
        </w:rPr>
        <w:t>２　事業所は、事業所において感染症が発生し、又はまん延しないように、次の各号に掲げる措置を講じるものとする。</w:t>
      </w:r>
    </w:p>
    <w:p w:rsidR="0098008B" w:rsidRPr="004F0E06" w:rsidRDefault="0098008B" w:rsidP="0098008B">
      <w:pPr>
        <w:pStyle w:val="a9"/>
        <w:ind w:leftChars="100" w:left="420" w:hangingChars="100" w:hanging="210"/>
      </w:pPr>
      <w:r w:rsidRPr="004F0E06">
        <w:t>(1)</w:t>
      </w:r>
      <w:r w:rsidR="004F0E06">
        <w:t xml:space="preserve"> </w:t>
      </w:r>
      <w:r w:rsidRPr="004F0E06">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98008B" w:rsidRPr="004F0E06" w:rsidRDefault="0098008B" w:rsidP="0098008B">
      <w:pPr>
        <w:pStyle w:val="a9"/>
        <w:ind w:leftChars="100" w:left="420" w:hangingChars="100" w:hanging="210"/>
      </w:pPr>
      <w:r w:rsidRPr="004F0E06">
        <w:t>(2)</w:t>
      </w:r>
      <w:r w:rsidRPr="004F0E06">
        <w:rPr>
          <w:rFonts w:hint="eastAsia"/>
        </w:rPr>
        <w:t xml:space="preserve"> 事業所における感染症の予防及びまん延防止のための指針を整備する。</w:t>
      </w:r>
    </w:p>
    <w:p w:rsidR="0098008B" w:rsidRPr="004F0E06" w:rsidRDefault="0098008B" w:rsidP="0098008B">
      <w:pPr>
        <w:pStyle w:val="a9"/>
        <w:ind w:leftChars="100" w:left="420" w:hangingChars="100" w:hanging="210"/>
      </w:pPr>
      <w:r w:rsidRPr="004F0E06">
        <w:t xml:space="preserve">(3) </w:t>
      </w:r>
      <w:r w:rsidRPr="004F0E06">
        <w:rPr>
          <w:rFonts w:hint="eastAsia"/>
        </w:rPr>
        <w:t>事業所において、従業者に対し、感染症の予防及びまん延の防止のための研修及び訓練を定期的に実施する。</w:t>
      </w:r>
    </w:p>
    <w:p w:rsidR="0098008B" w:rsidRPr="004F0E06" w:rsidRDefault="0098008B" w:rsidP="0098008B">
      <w:pPr>
        <w:pStyle w:val="a9"/>
      </w:pPr>
    </w:p>
    <w:p w:rsidR="0098008B" w:rsidRPr="004F0E06" w:rsidRDefault="0098008B" w:rsidP="0098008B">
      <w:pPr>
        <w:pStyle w:val="a9"/>
      </w:pPr>
      <w:r w:rsidRPr="004F0E06">
        <w:rPr>
          <w:rFonts w:hint="eastAsia"/>
        </w:rPr>
        <w:t>（居宅介護支援事業者等との連携）</w:t>
      </w:r>
    </w:p>
    <w:p w:rsidR="0098008B" w:rsidRPr="004F0E06" w:rsidRDefault="0098008B" w:rsidP="0098008B">
      <w:pPr>
        <w:pStyle w:val="a9"/>
        <w:ind w:left="210" w:hangingChars="100" w:hanging="210"/>
      </w:pPr>
      <w:r w:rsidRPr="004F0E06">
        <w:rPr>
          <w:rFonts w:hint="eastAsia"/>
        </w:rPr>
        <w:t>第12条　事業所は、事業の実施に際し、居宅介護支援事業者（必要と判断される場合は、他の主治医、保健医療・福祉サービス提供者を含む）と連携し、以下の場合には必要な情報を提供することとする。</w:t>
      </w:r>
    </w:p>
    <w:p w:rsidR="0098008B" w:rsidRPr="004F0E06" w:rsidRDefault="0098008B" w:rsidP="0098008B">
      <w:pPr>
        <w:pStyle w:val="a9"/>
        <w:ind w:leftChars="100" w:left="420" w:hangingChars="100" w:hanging="210"/>
      </w:pPr>
      <w:r w:rsidRPr="004F0E06">
        <w:rPr>
          <w:rFonts w:hint="eastAsia"/>
        </w:rPr>
        <w:t>１　指定福祉用具貸与</w:t>
      </w:r>
      <w:r w:rsidR="004B3BE2">
        <w:rPr>
          <w:rFonts w:hint="eastAsia"/>
        </w:rPr>
        <w:t>等</w:t>
      </w:r>
      <w:r w:rsidRPr="004F0E06">
        <w:rPr>
          <w:rFonts w:hint="eastAsia"/>
        </w:rPr>
        <w:t>の提供が終了したとき</w:t>
      </w:r>
      <w:r w:rsidR="00F1121F">
        <w:rPr>
          <w:rFonts w:hint="eastAsia"/>
        </w:rPr>
        <w:t>。</w:t>
      </w:r>
    </w:p>
    <w:p w:rsidR="0098008B" w:rsidRPr="004F0E06" w:rsidRDefault="0098008B" w:rsidP="0098008B">
      <w:pPr>
        <w:pStyle w:val="a9"/>
        <w:ind w:leftChars="100" w:left="420" w:hangingChars="100" w:hanging="210"/>
      </w:pPr>
      <w:r w:rsidRPr="004F0E06">
        <w:rPr>
          <w:rFonts w:hint="eastAsia"/>
        </w:rPr>
        <w:t>２　利用者がサービス計画の変更を希望し、それが適切と判断される場合</w:t>
      </w:r>
      <w:r w:rsidR="00F1121F">
        <w:rPr>
          <w:rFonts w:hint="eastAsia"/>
        </w:rPr>
        <w:t>。</w:t>
      </w:r>
    </w:p>
    <w:p w:rsidR="0098008B" w:rsidRPr="004F0E06" w:rsidRDefault="0098008B" w:rsidP="0098008B">
      <w:pPr>
        <w:pStyle w:val="a9"/>
        <w:ind w:leftChars="100" w:left="420" w:hangingChars="100" w:hanging="210"/>
      </w:pPr>
      <w:r w:rsidRPr="004F0E06">
        <w:rPr>
          <w:rFonts w:hint="eastAsia"/>
        </w:rPr>
        <w:t>３　次の理由により適切なサービス提供は困難と判断されるとき</w:t>
      </w:r>
      <w:r w:rsidR="00F1121F">
        <w:rPr>
          <w:rFonts w:hint="eastAsia"/>
        </w:rPr>
        <w:t>。</w:t>
      </w:r>
    </w:p>
    <w:p w:rsidR="0098008B" w:rsidRPr="004F0E06" w:rsidRDefault="004F0E06" w:rsidP="0098008B">
      <w:pPr>
        <w:pStyle w:val="a9"/>
        <w:ind w:leftChars="200" w:left="630" w:hangingChars="100" w:hanging="210"/>
      </w:pPr>
      <w:r>
        <w:rPr>
          <w:rFonts w:hint="eastAsia"/>
        </w:rPr>
        <w:t>(</w:t>
      </w:r>
      <w:r>
        <w:t>1)</w:t>
      </w:r>
      <w:r>
        <w:rPr>
          <w:rFonts w:hint="eastAsia"/>
        </w:rPr>
        <w:t xml:space="preserve"> </w:t>
      </w:r>
      <w:r w:rsidR="0098008B" w:rsidRPr="004F0E06">
        <w:rPr>
          <w:rFonts w:hint="eastAsia"/>
        </w:rPr>
        <w:t>第８条に定める通常の事業の実施地域外の利用者で指定福祉用具貸与に対応できない場合</w:t>
      </w:r>
      <w:r w:rsidR="00F1121F">
        <w:rPr>
          <w:rFonts w:hint="eastAsia"/>
        </w:rPr>
        <w:t>。</w:t>
      </w:r>
    </w:p>
    <w:p w:rsidR="0098008B" w:rsidRPr="004F0E06" w:rsidRDefault="004F0E06" w:rsidP="0098008B">
      <w:pPr>
        <w:pStyle w:val="a9"/>
        <w:ind w:leftChars="200" w:left="630" w:hangingChars="100" w:hanging="210"/>
      </w:pPr>
      <w:r>
        <w:rPr>
          <w:rFonts w:hint="eastAsia"/>
        </w:rPr>
        <w:t>(</w:t>
      </w:r>
      <w:r>
        <w:t>2)</w:t>
      </w:r>
      <w:r>
        <w:rPr>
          <w:rFonts w:hint="eastAsia"/>
        </w:rPr>
        <w:t xml:space="preserve"> </w:t>
      </w:r>
      <w:r w:rsidR="0098008B" w:rsidRPr="004F0E06">
        <w:rPr>
          <w:rFonts w:hint="eastAsia"/>
        </w:rPr>
        <w:t>利用者が正当な理由がなく従業者の指示に従わないため、指定福祉用具貸与の提供ができない場合</w:t>
      </w:r>
      <w:r w:rsidR="00F1121F">
        <w:rPr>
          <w:rFonts w:hint="eastAsia"/>
        </w:rPr>
        <w:t>。</w:t>
      </w:r>
    </w:p>
    <w:p w:rsidR="0098008B" w:rsidRPr="004F0E06" w:rsidRDefault="004F0E06" w:rsidP="004F0E06">
      <w:pPr>
        <w:pStyle w:val="a9"/>
        <w:ind w:leftChars="200" w:left="630" w:hangingChars="100" w:hanging="210"/>
      </w:pPr>
      <w:r>
        <w:rPr>
          <w:rFonts w:hint="eastAsia"/>
        </w:rPr>
        <w:t>(</w:t>
      </w:r>
      <w:r>
        <w:t>3)</w:t>
      </w:r>
      <w:r>
        <w:rPr>
          <w:rFonts w:hint="eastAsia"/>
        </w:rPr>
        <w:t xml:space="preserve"> </w:t>
      </w:r>
      <w:r w:rsidR="0098008B" w:rsidRPr="004F0E06">
        <w:rPr>
          <w:rFonts w:hint="eastAsia"/>
        </w:rPr>
        <w:t>その他止むを得ない理由により指定福祉用具貸与</w:t>
      </w:r>
      <w:r w:rsidR="00A80EF9">
        <w:rPr>
          <w:rFonts w:hint="eastAsia"/>
        </w:rPr>
        <w:t>等</w:t>
      </w:r>
      <w:r w:rsidR="0098008B" w:rsidRPr="004F0E06">
        <w:rPr>
          <w:rFonts w:hint="eastAsia"/>
        </w:rPr>
        <w:t>の提供ができないと判断した場合</w:t>
      </w:r>
      <w:r w:rsidR="00F1121F">
        <w:rPr>
          <w:rFonts w:hint="eastAsia"/>
        </w:rPr>
        <w:t>。</w:t>
      </w:r>
    </w:p>
    <w:p w:rsidR="00F1121F" w:rsidRPr="00966B92" w:rsidRDefault="00F1121F" w:rsidP="00F1121F">
      <w:pPr>
        <w:pStyle w:val="a9"/>
        <w:rPr>
          <w:rFonts w:ascii="Century" w:hAnsi="Century" w:cs="Times New Roman"/>
        </w:rPr>
      </w:pPr>
      <w:r w:rsidRPr="00966B92">
        <w:rPr>
          <w:rFonts w:ascii="Century" w:hAnsi="Century" w:cs="Times New Roman" w:hint="eastAsia"/>
        </w:rPr>
        <w:t>（利用者に関する市町村への通知）</w:t>
      </w:r>
    </w:p>
    <w:p w:rsidR="00F1121F" w:rsidRPr="007E2B67" w:rsidRDefault="00F1121F" w:rsidP="00F1121F">
      <w:pPr>
        <w:pStyle w:val="a9"/>
        <w:ind w:left="210" w:hangingChars="100" w:hanging="210"/>
      </w:pPr>
      <w:r w:rsidRPr="00966B92">
        <w:rPr>
          <w:rFonts w:ascii="Century" w:hAnsi="Century" w:cs="Times New Roman" w:hint="eastAsia"/>
        </w:rPr>
        <w:t>第</w:t>
      </w:r>
      <w:r>
        <w:rPr>
          <w:rFonts w:hint="eastAsia"/>
        </w:rPr>
        <w:t>13</w:t>
      </w:r>
      <w:r w:rsidRPr="00966B92">
        <w:rPr>
          <w:rFonts w:ascii="Century" w:hAnsi="Century" w:cs="Times New Roman" w:hint="eastAsia"/>
        </w:rPr>
        <w:t>条</w:t>
      </w:r>
      <w:r>
        <w:t xml:space="preserve">　</w:t>
      </w:r>
      <w:r w:rsidRPr="00966B92">
        <w:rPr>
          <w:rFonts w:hint="eastAsia"/>
        </w:rPr>
        <w:t>事業所は、利用者が正当な理由なしに</w:t>
      </w:r>
      <w:r w:rsidRPr="004F0E06">
        <w:rPr>
          <w:rFonts w:hint="eastAsia"/>
        </w:rPr>
        <w:t>指定福祉用具貸与</w:t>
      </w:r>
      <w:r>
        <w:rPr>
          <w:rFonts w:hint="eastAsia"/>
        </w:rPr>
        <w:t>等</w:t>
      </w:r>
      <w:r w:rsidRPr="00966B92">
        <w:rPr>
          <w:rFonts w:hint="eastAsia"/>
        </w:rPr>
        <w:t>の利用に関する指示に従わないことにより</w:t>
      </w:r>
      <w:r w:rsidRPr="007E2B67">
        <w:rPr>
          <w:rFonts w:hint="eastAsia"/>
        </w:rPr>
        <w:t>利用者の要介護状態等の程度を悪化させたとき又は悪化させるおそれがあるとき、及び利用者に不正な受給があるとき等には、意見を付して当該市町村（一部事務組合及び広域連合を含む。以下同じ。）に通知することとする。</w:t>
      </w:r>
    </w:p>
    <w:p w:rsidR="0098008B" w:rsidRPr="004F0E06" w:rsidRDefault="0098008B" w:rsidP="0098008B">
      <w:pPr>
        <w:pStyle w:val="a9"/>
      </w:pPr>
    </w:p>
    <w:p w:rsidR="0098008B" w:rsidRPr="004F0E06" w:rsidRDefault="0098008B" w:rsidP="0098008B">
      <w:pPr>
        <w:pStyle w:val="a9"/>
      </w:pPr>
      <w:r w:rsidRPr="004F0E06">
        <w:rPr>
          <w:rFonts w:hint="eastAsia"/>
        </w:rPr>
        <w:t>（利益供与の禁止）</w:t>
      </w:r>
    </w:p>
    <w:p w:rsidR="0098008B" w:rsidRPr="004F0E06" w:rsidRDefault="0098008B" w:rsidP="0098008B">
      <w:pPr>
        <w:pStyle w:val="a9"/>
        <w:ind w:left="210" w:hangingChars="100" w:hanging="210"/>
      </w:pPr>
      <w:r w:rsidRPr="004F0E06">
        <w:rPr>
          <w:rFonts w:hint="eastAsia"/>
        </w:rPr>
        <w:t>第</w:t>
      </w:r>
      <w:r w:rsidR="00F1121F">
        <w:rPr>
          <w:rFonts w:hint="eastAsia"/>
        </w:rPr>
        <w:t>14</w:t>
      </w:r>
      <w:r w:rsidRPr="004F0E06">
        <w:rPr>
          <w:rFonts w:hint="eastAsia"/>
        </w:rPr>
        <w:t>条　事業所及びその従業者は、居宅介護支援事業者又はその従業者等に対し、利用者にサービスを利用させることの対償として、金品その他の財産上の利益を供与してはならない。</w:t>
      </w:r>
    </w:p>
    <w:p w:rsidR="0098008B" w:rsidRPr="004F0E06" w:rsidRDefault="0098008B" w:rsidP="0098008B">
      <w:pPr>
        <w:pStyle w:val="a9"/>
      </w:pPr>
    </w:p>
    <w:p w:rsidR="0098008B" w:rsidRPr="004F0E06" w:rsidRDefault="0098008B" w:rsidP="0098008B">
      <w:pPr>
        <w:pStyle w:val="a9"/>
      </w:pPr>
      <w:r w:rsidRPr="004F0E06">
        <w:rPr>
          <w:rFonts w:hint="eastAsia"/>
        </w:rPr>
        <w:t>（秘密保持）</w:t>
      </w:r>
    </w:p>
    <w:p w:rsidR="0098008B" w:rsidRPr="004F0E06" w:rsidRDefault="0098008B" w:rsidP="0098008B">
      <w:pPr>
        <w:pStyle w:val="a9"/>
        <w:ind w:left="210" w:hangingChars="100" w:hanging="210"/>
      </w:pPr>
      <w:r w:rsidRPr="004F0E06">
        <w:rPr>
          <w:rFonts w:hint="eastAsia"/>
        </w:rPr>
        <w:t>第</w:t>
      </w:r>
      <w:r w:rsidR="00F1121F">
        <w:rPr>
          <w:rFonts w:hint="eastAsia"/>
        </w:rPr>
        <w:t>15</w:t>
      </w:r>
      <w:r w:rsidRPr="004F0E06">
        <w:rPr>
          <w:rFonts w:hint="eastAsia"/>
        </w:rPr>
        <w:t>条　事業所及びその従業者は、業務上知り得た利用者又はその家族の秘密を保持する。</w:t>
      </w:r>
    </w:p>
    <w:p w:rsidR="0098008B" w:rsidRPr="004F0E06" w:rsidRDefault="0098008B" w:rsidP="004F0E06">
      <w:pPr>
        <w:pStyle w:val="a9"/>
        <w:ind w:left="210" w:hangingChars="100" w:hanging="210"/>
      </w:pPr>
      <w:r w:rsidRPr="004F0E06">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98008B" w:rsidRPr="004F0E06" w:rsidRDefault="0098008B" w:rsidP="0098008B">
      <w:pPr>
        <w:pStyle w:val="a9"/>
        <w:ind w:left="210" w:hangingChars="100" w:hanging="210"/>
      </w:pPr>
      <w:r w:rsidRPr="004F0E06">
        <w:rPr>
          <w:rFonts w:hint="eastAsia"/>
        </w:rPr>
        <w:t>３　サービス担当者会議等において、利用者又はその家族の個人情報を用いる場合は、利用者又はその家族の同意をあらかじめ文書で得ておくものとする。</w:t>
      </w:r>
    </w:p>
    <w:p w:rsidR="0098008B" w:rsidRPr="004F0E06" w:rsidRDefault="0098008B" w:rsidP="0098008B">
      <w:pPr>
        <w:pStyle w:val="a9"/>
      </w:pPr>
    </w:p>
    <w:p w:rsidR="0098008B" w:rsidRPr="004F0E06" w:rsidRDefault="0098008B" w:rsidP="0098008B">
      <w:pPr>
        <w:pStyle w:val="a9"/>
      </w:pPr>
      <w:r w:rsidRPr="004F0E06">
        <w:rPr>
          <w:rFonts w:hint="eastAsia"/>
        </w:rPr>
        <w:t>（苦情処理）</w:t>
      </w:r>
    </w:p>
    <w:p w:rsidR="0098008B" w:rsidRPr="004F0E06" w:rsidRDefault="0098008B" w:rsidP="0098008B">
      <w:pPr>
        <w:pStyle w:val="a9"/>
        <w:ind w:left="210" w:hangingChars="100" w:hanging="210"/>
      </w:pPr>
      <w:r w:rsidRPr="004F0E06">
        <w:rPr>
          <w:rFonts w:hint="eastAsia"/>
        </w:rPr>
        <w:t>第</w:t>
      </w:r>
      <w:r w:rsidR="00F1121F">
        <w:rPr>
          <w:rFonts w:hint="eastAsia"/>
        </w:rPr>
        <w:t>16</w:t>
      </w:r>
      <w:r w:rsidRPr="004F0E06">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詳細は別紙「利用者からの苦情を処理するために講ずる措置の概要」による。</w:t>
      </w:r>
    </w:p>
    <w:p w:rsidR="0098008B" w:rsidRPr="004F0E06" w:rsidRDefault="0098008B" w:rsidP="0098008B">
      <w:pPr>
        <w:pStyle w:val="a9"/>
      </w:pPr>
    </w:p>
    <w:p w:rsidR="004347E7" w:rsidRPr="00D2589C" w:rsidRDefault="004347E7" w:rsidP="004347E7">
      <w:pPr>
        <w:pStyle w:val="a9"/>
      </w:pPr>
      <w:r w:rsidRPr="00D2589C">
        <w:rPr>
          <w:rFonts w:hint="eastAsia"/>
        </w:rPr>
        <w:t>（虐待の防止）</w:t>
      </w:r>
    </w:p>
    <w:p w:rsidR="004347E7" w:rsidRPr="00D2589C" w:rsidRDefault="004347E7" w:rsidP="004347E7">
      <w:pPr>
        <w:pStyle w:val="a9"/>
      </w:pPr>
      <w:r w:rsidRPr="00D2589C">
        <w:rPr>
          <w:rFonts w:hint="eastAsia"/>
        </w:rPr>
        <w:t>第</w:t>
      </w:r>
      <w:r>
        <w:rPr>
          <w:rFonts w:hint="eastAsia"/>
        </w:rPr>
        <w:t>1</w:t>
      </w:r>
      <w:r w:rsidR="00F1121F">
        <w:t>7</w:t>
      </w:r>
      <w:r w:rsidRPr="00D2589C">
        <w:rPr>
          <w:rFonts w:hint="eastAsia"/>
        </w:rPr>
        <w:t>条　事業所は、利用者の人権の擁護、虐待の発生又はその再発を防止するため次の措置を講ずるものとする。</w:t>
      </w:r>
    </w:p>
    <w:p w:rsidR="004347E7" w:rsidRPr="00D2589C" w:rsidRDefault="004347E7" w:rsidP="004347E7">
      <w:pPr>
        <w:pStyle w:val="a9"/>
        <w:ind w:leftChars="50" w:left="420" w:hangingChars="150" w:hanging="315"/>
      </w:pPr>
      <w:r w:rsidRPr="00D2589C">
        <w:t>(1)</w:t>
      </w:r>
      <w:r>
        <w:t xml:space="preserve"> </w:t>
      </w:r>
      <w:r w:rsidRPr="00D2589C">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F1121F">
        <w:rPr>
          <w:rFonts w:hint="eastAsia"/>
        </w:rPr>
        <w:t>。</w:t>
      </w:r>
    </w:p>
    <w:p w:rsidR="00F1121F" w:rsidRPr="00D2589C" w:rsidRDefault="004347E7" w:rsidP="00F1121F">
      <w:pPr>
        <w:pStyle w:val="a9"/>
        <w:ind w:firstLineChars="50" w:firstLine="105"/>
      </w:pPr>
      <w:r w:rsidRPr="00D2589C">
        <w:rPr>
          <w:rFonts w:hint="eastAsia"/>
        </w:rPr>
        <w:t>(</w:t>
      </w:r>
      <w:r w:rsidRPr="00D2589C">
        <w:t>2</w:t>
      </w:r>
      <w:r w:rsidRPr="00D2589C">
        <w:rPr>
          <w:rFonts w:hint="eastAsia"/>
        </w:rPr>
        <w:t>)</w:t>
      </w:r>
      <w:r>
        <w:t xml:space="preserve"> </w:t>
      </w:r>
      <w:r w:rsidRPr="00D2589C">
        <w:rPr>
          <w:rFonts w:hint="eastAsia"/>
        </w:rPr>
        <w:t>虐待防止のための指針の整備</w:t>
      </w:r>
      <w:r w:rsidR="00F1121F">
        <w:t>。</w:t>
      </w:r>
    </w:p>
    <w:p w:rsidR="004347E7" w:rsidRPr="00D2589C" w:rsidRDefault="004347E7" w:rsidP="004347E7">
      <w:pPr>
        <w:pStyle w:val="a9"/>
        <w:ind w:firstLineChars="50" w:firstLine="105"/>
      </w:pPr>
      <w:r w:rsidRPr="00D2589C">
        <w:rPr>
          <w:rFonts w:hint="eastAsia"/>
        </w:rPr>
        <w:t>(</w:t>
      </w:r>
      <w:r w:rsidRPr="00D2589C">
        <w:t>3</w:t>
      </w:r>
      <w:r w:rsidRPr="00D2589C">
        <w:rPr>
          <w:rFonts w:hint="eastAsia"/>
        </w:rPr>
        <w:t>)</w:t>
      </w:r>
      <w:r>
        <w:t xml:space="preserve"> </w:t>
      </w:r>
      <w:r w:rsidRPr="00D2589C">
        <w:rPr>
          <w:rFonts w:hint="eastAsia"/>
        </w:rPr>
        <w:t>虐待を防止するための定期的な研修の実施</w:t>
      </w:r>
      <w:r w:rsidR="00F1121F">
        <w:rPr>
          <w:rFonts w:hint="eastAsia"/>
        </w:rPr>
        <w:t>。</w:t>
      </w:r>
    </w:p>
    <w:p w:rsidR="004347E7" w:rsidRPr="00D2589C" w:rsidRDefault="004347E7" w:rsidP="004347E7">
      <w:pPr>
        <w:pStyle w:val="a9"/>
        <w:ind w:firstLineChars="50" w:firstLine="105"/>
      </w:pPr>
      <w:r w:rsidRPr="00D2589C">
        <w:t>(4)</w:t>
      </w:r>
      <w:r>
        <w:t xml:space="preserve"> </w:t>
      </w:r>
      <w:r w:rsidRPr="00D2589C">
        <w:rPr>
          <w:rFonts w:hint="eastAsia"/>
        </w:rPr>
        <w:t>前３号に掲げる措置を適切に実施するための担当者の設置</w:t>
      </w:r>
      <w:r w:rsidR="00F1121F">
        <w:rPr>
          <w:rFonts w:hint="eastAsia"/>
        </w:rPr>
        <w:t>。</w:t>
      </w:r>
    </w:p>
    <w:p w:rsidR="004347E7" w:rsidRPr="00D2589C" w:rsidRDefault="004347E7" w:rsidP="004347E7">
      <w:pPr>
        <w:pStyle w:val="a9"/>
        <w:ind w:left="210" w:hangingChars="100" w:hanging="210"/>
      </w:pPr>
      <w:r w:rsidRPr="00D2589C">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98008B" w:rsidRPr="004347E7" w:rsidRDefault="0098008B" w:rsidP="0098008B">
      <w:pPr>
        <w:pStyle w:val="a9"/>
      </w:pPr>
    </w:p>
    <w:p w:rsidR="0098008B" w:rsidRPr="004F0E06" w:rsidRDefault="0098008B" w:rsidP="0098008B">
      <w:pPr>
        <w:pStyle w:val="a9"/>
      </w:pPr>
      <w:r w:rsidRPr="004F0E06">
        <w:rPr>
          <w:rFonts w:hint="eastAsia"/>
        </w:rPr>
        <w:t>（業務継続計画の策定等）</w:t>
      </w:r>
    </w:p>
    <w:p w:rsidR="0098008B" w:rsidRPr="004F0E06" w:rsidRDefault="0098008B" w:rsidP="0098008B">
      <w:pPr>
        <w:pStyle w:val="a9"/>
      </w:pPr>
      <w:r w:rsidRPr="004F0E06">
        <w:rPr>
          <w:rFonts w:hint="eastAsia"/>
        </w:rPr>
        <w:t>第</w:t>
      </w:r>
      <w:r w:rsidR="00F1121F">
        <w:rPr>
          <w:rFonts w:hint="eastAsia"/>
        </w:rPr>
        <w:t>18</w:t>
      </w:r>
      <w:r w:rsidRPr="004F0E06">
        <w:rPr>
          <w:rFonts w:hint="eastAsia"/>
        </w:rPr>
        <w:t>条　事業所は、感染症や非常災害の発生時において、利用者に対する指定福祉用具貸与</w:t>
      </w:r>
      <w:r w:rsidR="00A80EF9">
        <w:rPr>
          <w:rFonts w:hint="eastAsia"/>
        </w:rPr>
        <w:t>等</w:t>
      </w:r>
      <w:r w:rsidRPr="004F0E06">
        <w:rPr>
          <w:rFonts w:hint="eastAsia"/>
        </w:rPr>
        <w:t>の提供を継続的に実施するための、及び非常時の体制で早期の業務再開を図るための計画（以下「業務継続計画」という。）を策定し、当該業務継続計画に従い必要な措置を講じるものとする。</w:t>
      </w:r>
    </w:p>
    <w:p w:rsidR="0098008B" w:rsidRPr="004F0E06" w:rsidRDefault="0098008B" w:rsidP="0098008B">
      <w:pPr>
        <w:pStyle w:val="a9"/>
      </w:pPr>
      <w:r w:rsidRPr="004F0E06">
        <w:rPr>
          <w:rFonts w:hint="eastAsia"/>
        </w:rPr>
        <w:t>２　事業所は、従業者に対し、業務継続計画について周知するとともに、必要な研修及び訓練を定期的に実施するものとする。</w:t>
      </w:r>
    </w:p>
    <w:p w:rsidR="0098008B" w:rsidRPr="004F0E06" w:rsidRDefault="0098008B" w:rsidP="0098008B">
      <w:pPr>
        <w:pStyle w:val="a9"/>
      </w:pPr>
      <w:r w:rsidRPr="004F0E06">
        <w:rPr>
          <w:rFonts w:hint="eastAsia"/>
        </w:rPr>
        <w:t>３　事業所は、定期的に業務継続計画の見直しを行い、必要に応じて業務継続計画の変更を行うものとする。</w:t>
      </w:r>
    </w:p>
    <w:p w:rsidR="0098008B" w:rsidRPr="004F0E06" w:rsidRDefault="0098008B" w:rsidP="0098008B">
      <w:pPr>
        <w:pStyle w:val="a9"/>
      </w:pPr>
    </w:p>
    <w:p w:rsidR="0098008B" w:rsidRPr="004F0E06" w:rsidRDefault="0098008B" w:rsidP="0098008B">
      <w:pPr>
        <w:pStyle w:val="a9"/>
      </w:pPr>
      <w:r w:rsidRPr="004F0E06">
        <w:rPr>
          <w:rFonts w:hint="eastAsia"/>
        </w:rPr>
        <w:t>（地域との連携等）</w:t>
      </w:r>
    </w:p>
    <w:p w:rsidR="0098008B" w:rsidRPr="004F0E06" w:rsidRDefault="0098008B" w:rsidP="0098008B">
      <w:pPr>
        <w:pStyle w:val="a9"/>
      </w:pPr>
      <w:r w:rsidRPr="004F0E06">
        <w:rPr>
          <w:rFonts w:hint="eastAsia"/>
        </w:rPr>
        <w:t>第</w:t>
      </w:r>
      <w:r w:rsidR="00F1121F">
        <w:rPr>
          <w:rFonts w:hint="eastAsia"/>
        </w:rPr>
        <w:t>19</w:t>
      </w:r>
      <w:r w:rsidRPr="004F0E06">
        <w:rPr>
          <w:rFonts w:hint="eastAsia"/>
        </w:rPr>
        <w:t>条　事業所は、指定福祉用具貸与</w:t>
      </w:r>
      <w:r w:rsidR="00A80EF9">
        <w:rPr>
          <w:rFonts w:hint="eastAsia"/>
        </w:rPr>
        <w:t>等</w:t>
      </w:r>
      <w:r w:rsidRPr="004F0E06">
        <w:rPr>
          <w:rFonts w:hint="eastAsia"/>
        </w:rPr>
        <w:t>事業所の所在する建物と同一の建物に居住する利用者に対して指定福祉用具貸与</w:t>
      </w:r>
      <w:r w:rsidR="00A80EF9">
        <w:rPr>
          <w:rFonts w:hint="eastAsia"/>
        </w:rPr>
        <w:t>等</w:t>
      </w:r>
      <w:r w:rsidRPr="004F0E06">
        <w:rPr>
          <w:rFonts w:hint="eastAsia"/>
        </w:rPr>
        <w:t>を提供する場合には、当該建物に居住する利用者以外の者に対しても指定福祉用具貸与</w:t>
      </w:r>
      <w:r w:rsidR="00A80EF9">
        <w:rPr>
          <w:rFonts w:hint="eastAsia"/>
        </w:rPr>
        <w:t>等</w:t>
      </w:r>
      <w:r w:rsidRPr="004F0E06">
        <w:rPr>
          <w:rFonts w:hint="eastAsia"/>
        </w:rPr>
        <w:t>の提供を行うよう努めるものとする。</w:t>
      </w:r>
    </w:p>
    <w:p w:rsidR="0098008B" w:rsidRPr="004F0E06" w:rsidRDefault="0098008B" w:rsidP="0098008B">
      <w:pPr>
        <w:pStyle w:val="a9"/>
      </w:pPr>
    </w:p>
    <w:p w:rsidR="0098008B" w:rsidRPr="004F0E06" w:rsidRDefault="0098008B" w:rsidP="0098008B">
      <w:pPr>
        <w:pStyle w:val="a9"/>
      </w:pPr>
      <w:r w:rsidRPr="004F0E06">
        <w:rPr>
          <w:rFonts w:hint="eastAsia"/>
        </w:rPr>
        <w:t>（その他運営に関する重要事項）</w:t>
      </w:r>
    </w:p>
    <w:p w:rsidR="0098008B" w:rsidRPr="004F0E06" w:rsidRDefault="0098008B" w:rsidP="0098008B">
      <w:pPr>
        <w:pStyle w:val="a9"/>
        <w:ind w:left="210" w:hangingChars="100" w:hanging="210"/>
      </w:pPr>
      <w:r w:rsidRPr="004F0E06">
        <w:rPr>
          <w:rFonts w:hint="eastAsia"/>
        </w:rPr>
        <w:t>第</w:t>
      </w:r>
      <w:r w:rsidR="00F1121F">
        <w:rPr>
          <w:rFonts w:hint="eastAsia"/>
        </w:rPr>
        <w:t>20</w:t>
      </w:r>
      <w:r w:rsidRPr="004F0E06">
        <w:rPr>
          <w:rFonts w:hint="eastAsia"/>
        </w:rPr>
        <w:t>条　事業所は、従業者の資質向上のために研修の機会を次のとおり設けるものとし、また、業務の執行体制についても検証、整備する。</w:t>
      </w:r>
    </w:p>
    <w:p w:rsidR="0098008B" w:rsidRPr="004F0E06" w:rsidRDefault="0098008B" w:rsidP="0098008B">
      <w:pPr>
        <w:pStyle w:val="a9"/>
        <w:ind w:left="210" w:hangingChars="100" w:hanging="210"/>
      </w:pPr>
      <w:r w:rsidRPr="004F0E06">
        <w:rPr>
          <w:rFonts w:hint="eastAsia"/>
        </w:rPr>
        <w:t>（１）採用時研修　採用後</w:t>
      </w:r>
      <w:r w:rsidRPr="004347E7">
        <w:rPr>
          <w:rFonts w:hint="eastAsia"/>
          <w:highlight w:val="yellow"/>
        </w:rPr>
        <w:t>〇ヵ月</w:t>
      </w:r>
      <w:r w:rsidRPr="004F0E06">
        <w:rPr>
          <w:rFonts w:hint="eastAsia"/>
        </w:rPr>
        <w:t>以内</w:t>
      </w:r>
    </w:p>
    <w:p w:rsidR="0098008B" w:rsidRPr="004F0E06" w:rsidRDefault="0098008B" w:rsidP="004347E7">
      <w:pPr>
        <w:pStyle w:val="a9"/>
        <w:ind w:left="210" w:hangingChars="100" w:hanging="210"/>
      </w:pPr>
      <w:r w:rsidRPr="004F0E06">
        <w:rPr>
          <w:rFonts w:hint="eastAsia"/>
        </w:rPr>
        <w:t>（２）継続研修　　年</w:t>
      </w:r>
      <w:r w:rsidRPr="004347E7">
        <w:rPr>
          <w:rFonts w:hint="eastAsia"/>
          <w:highlight w:val="yellow"/>
        </w:rPr>
        <w:t>〇</w:t>
      </w:r>
      <w:r w:rsidRPr="004F0E06">
        <w:rPr>
          <w:rFonts w:hint="eastAsia"/>
        </w:rPr>
        <w:t>回</w:t>
      </w:r>
    </w:p>
    <w:p w:rsidR="0098008B" w:rsidRPr="004347E7" w:rsidRDefault="0098008B" w:rsidP="004347E7">
      <w:pPr>
        <w:pStyle w:val="a9"/>
        <w:ind w:left="210" w:hangingChars="100" w:hanging="210"/>
      </w:pPr>
      <w:r w:rsidRPr="004F0E06">
        <w:rPr>
          <w:rFonts w:hint="eastAsia"/>
        </w:rPr>
        <w:t>２　従業者に身分を証明する書類を携行させ、利用者又はその家族から求められたときは、これを提示するものとする。</w:t>
      </w:r>
    </w:p>
    <w:p w:rsidR="0098008B" w:rsidRPr="004F0E06" w:rsidRDefault="0098008B" w:rsidP="004347E7">
      <w:pPr>
        <w:pStyle w:val="a9"/>
        <w:ind w:left="210" w:hangingChars="100" w:hanging="210"/>
      </w:pPr>
      <w:r w:rsidRPr="004F0E06">
        <w:rPr>
          <w:rFonts w:hint="eastAsia"/>
        </w:rPr>
        <w:t>３　この規程の概要等、利用（申込）者のサービス選択に関係する事項については、事業所内の見やすい場所に掲示する。また、第７条第１項の目録は、常時、事業所に備え付けておくものとする。</w:t>
      </w:r>
    </w:p>
    <w:p w:rsidR="0098008B" w:rsidRPr="004347E7" w:rsidRDefault="0098008B" w:rsidP="004347E7">
      <w:pPr>
        <w:pStyle w:val="a9"/>
        <w:ind w:left="210" w:hangingChars="100" w:hanging="210"/>
      </w:pPr>
      <w:r w:rsidRPr="004F0E06">
        <w:rPr>
          <w:rFonts w:hint="eastAsia"/>
        </w:rPr>
        <w:t>４　福祉用具貸与計画（予防含む）及びサービス提供記録については、サービスの提供に係る保険給付支払の日から５年間、事故発生時の記録、市町村への通知、並びに苦情処理に関する記録については、その記録が完結してから２年間保存する。</w:t>
      </w:r>
    </w:p>
    <w:p w:rsidR="0098008B" w:rsidRPr="004F0E06" w:rsidRDefault="00A80EF9" w:rsidP="004347E7">
      <w:pPr>
        <w:pStyle w:val="a9"/>
        <w:ind w:left="210" w:hangingChars="100" w:hanging="210"/>
      </w:pPr>
      <w:r>
        <w:rPr>
          <w:rFonts w:hint="eastAsia"/>
        </w:rPr>
        <w:t>５</w:t>
      </w:r>
      <w:r w:rsidR="0098008B" w:rsidRPr="000F678E">
        <w:rPr>
          <w:rFonts w:hint="eastAsia"/>
        </w:rPr>
        <w:t xml:space="preserve">　都道府県及び市町</w:t>
      </w:r>
      <w:r w:rsidR="0098008B" w:rsidRPr="004F0E06">
        <w:rPr>
          <w:rFonts w:hint="eastAsia"/>
        </w:rPr>
        <w:t>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98008B" w:rsidRPr="004F0E06" w:rsidRDefault="00A80EF9" w:rsidP="0098008B">
      <w:pPr>
        <w:pStyle w:val="a9"/>
      </w:pPr>
      <w:r>
        <w:rPr>
          <w:rFonts w:hint="eastAsia"/>
        </w:rPr>
        <w:t>６</w:t>
      </w:r>
      <w:r w:rsidR="0098008B" w:rsidRPr="004F0E06">
        <w:rPr>
          <w:rFonts w:hint="eastAsia"/>
        </w:rPr>
        <w:t xml:space="preserve">　この規程に定める事項のほか、運営に関する重要事項は</w:t>
      </w:r>
      <w:r w:rsidR="0098008B" w:rsidRPr="004347E7">
        <w:rPr>
          <w:rFonts w:hint="eastAsia"/>
          <w:highlight w:val="yellow"/>
        </w:rPr>
        <w:t>≪開設者名≫</w:t>
      </w:r>
      <w:r w:rsidR="0098008B" w:rsidRPr="004F0E06">
        <w:rPr>
          <w:rFonts w:hint="eastAsia"/>
        </w:rPr>
        <w:t>と事業所の管理者との協議に基づいて定めるものとする。</w:t>
      </w:r>
    </w:p>
    <w:p w:rsidR="0098008B" w:rsidRPr="004F0E06" w:rsidRDefault="0098008B" w:rsidP="0098008B">
      <w:pPr>
        <w:pStyle w:val="a9"/>
      </w:pPr>
    </w:p>
    <w:p w:rsidR="0098008B" w:rsidRPr="004F0E06" w:rsidRDefault="0098008B" w:rsidP="0098008B">
      <w:pPr>
        <w:pStyle w:val="a9"/>
      </w:pPr>
      <w:r w:rsidRPr="004F0E06">
        <w:rPr>
          <w:rFonts w:hint="eastAsia"/>
        </w:rPr>
        <w:t>（附　則）</w:t>
      </w:r>
    </w:p>
    <w:p w:rsidR="0098008B" w:rsidRPr="004F0E06" w:rsidRDefault="0098008B" w:rsidP="0098008B">
      <w:pPr>
        <w:pStyle w:val="a9"/>
      </w:pPr>
      <w:r w:rsidRPr="004F0E06">
        <w:rPr>
          <w:rFonts w:hint="eastAsia"/>
        </w:rPr>
        <w:t>この規程は、</w:t>
      </w:r>
      <w:r w:rsidRPr="004347E7">
        <w:rPr>
          <w:rFonts w:hint="eastAsia"/>
          <w:highlight w:val="yellow"/>
        </w:rPr>
        <w:t>平成○○年○月○日</w:t>
      </w:r>
      <w:r w:rsidRPr="004F0E06">
        <w:rPr>
          <w:rFonts w:hint="eastAsia"/>
        </w:rPr>
        <w:t>から施行する。</w:t>
      </w:r>
    </w:p>
    <w:p w:rsidR="007D4EAA" w:rsidRDefault="0098008B" w:rsidP="0098008B">
      <w:pPr>
        <w:pStyle w:val="a9"/>
        <w:ind w:left="210" w:hangingChars="100" w:hanging="210"/>
      </w:pPr>
      <w:r w:rsidRPr="004F0E06">
        <w:rPr>
          <w:rFonts w:hint="eastAsia"/>
        </w:rPr>
        <w:t>この規程は、</w:t>
      </w:r>
      <w:r w:rsidRPr="004347E7">
        <w:rPr>
          <w:rFonts w:hint="eastAsia"/>
          <w:highlight w:val="yellow"/>
        </w:rPr>
        <w:t>令和○年○月○日</w:t>
      </w:r>
      <w:r w:rsidRPr="004F0E06">
        <w:rPr>
          <w:rFonts w:hint="eastAsia"/>
        </w:rPr>
        <w:t>から施行する。</w:t>
      </w:r>
    </w:p>
    <w:p w:rsidR="004347E7" w:rsidRPr="004F0E06" w:rsidRDefault="004347E7" w:rsidP="0098008B">
      <w:pPr>
        <w:pStyle w:val="a9"/>
        <w:ind w:left="210" w:hangingChars="100" w:hanging="210"/>
      </w:pPr>
    </w:p>
    <w:p w:rsidR="0098008B" w:rsidRPr="004F0E06" w:rsidRDefault="0098008B" w:rsidP="0098008B">
      <w:pPr>
        <w:pStyle w:val="a9"/>
      </w:pPr>
      <w:r w:rsidRPr="004F0E06">
        <w:rPr>
          <w:rFonts w:hint="eastAsia"/>
        </w:rPr>
        <w:t>別表１</w:t>
      </w:r>
    </w:p>
    <w:p w:rsidR="0098008B" w:rsidRPr="004F0E06" w:rsidRDefault="0098008B" w:rsidP="0098008B">
      <w:pPr>
        <w:pStyle w:val="a9"/>
      </w:pPr>
      <w:r w:rsidRPr="004F0E06">
        <w:rPr>
          <w:rFonts w:hint="eastAsia"/>
        </w:rPr>
        <w:t>指定福祉用具の品目（第７条第１項）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3780"/>
      </w:tblGrid>
      <w:tr w:rsidR="004F0E06" w:rsidRPr="004F0E06" w:rsidTr="00515A35">
        <w:tc>
          <w:tcPr>
            <w:tcW w:w="2880" w:type="dxa"/>
            <w:vAlign w:val="center"/>
          </w:tcPr>
          <w:p w:rsidR="0098008B" w:rsidRPr="004F0E06" w:rsidRDefault="0098008B" w:rsidP="00515A35">
            <w:pPr>
              <w:pStyle w:val="a9"/>
            </w:pPr>
            <w:r w:rsidRPr="004F0E06">
              <w:rPr>
                <w:rFonts w:hint="eastAsia"/>
              </w:rPr>
              <w:t>車いす</w:t>
            </w:r>
          </w:p>
        </w:tc>
        <w:tc>
          <w:tcPr>
            <w:tcW w:w="2880" w:type="dxa"/>
            <w:vAlign w:val="center"/>
          </w:tcPr>
          <w:p w:rsidR="0098008B" w:rsidRPr="004F0E06" w:rsidRDefault="0098008B" w:rsidP="00515A35">
            <w:pPr>
              <w:pStyle w:val="a9"/>
            </w:pPr>
            <w:r w:rsidRPr="004F0E06">
              <w:rPr>
                <w:rFonts w:hint="eastAsia"/>
              </w:rPr>
              <w:t>車いす付属品</w:t>
            </w:r>
          </w:p>
        </w:tc>
        <w:tc>
          <w:tcPr>
            <w:tcW w:w="3780" w:type="dxa"/>
            <w:vAlign w:val="center"/>
          </w:tcPr>
          <w:p w:rsidR="0098008B" w:rsidRPr="004F0E06" w:rsidRDefault="0098008B" w:rsidP="00515A35">
            <w:pPr>
              <w:pStyle w:val="a9"/>
            </w:pPr>
            <w:r w:rsidRPr="004F0E06">
              <w:rPr>
                <w:rFonts w:hint="eastAsia"/>
              </w:rPr>
              <w:t>特殊寝台</w:t>
            </w:r>
          </w:p>
        </w:tc>
      </w:tr>
      <w:tr w:rsidR="004F0E06" w:rsidRPr="004F0E06" w:rsidTr="00515A35">
        <w:tc>
          <w:tcPr>
            <w:tcW w:w="2880" w:type="dxa"/>
            <w:vAlign w:val="center"/>
          </w:tcPr>
          <w:p w:rsidR="0098008B" w:rsidRPr="004F0E06" w:rsidRDefault="0098008B" w:rsidP="00515A35">
            <w:pPr>
              <w:pStyle w:val="a9"/>
            </w:pPr>
            <w:r w:rsidRPr="004F0E06">
              <w:rPr>
                <w:rFonts w:hint="eastAsia"/>
              </w:rPr>
              <w:t>特殊寝台付属品</w:t>
            </w:r>
          </w:p>
        </w:tc>
        <w:tc>
          <w:tcPr>
            <w:tcW w:w="2880" w:type="dxa"/>
            <w:vAlign w:val="center"/>
          </w:tcPr>
          <w:p w:rsidR="0098008B" w:rsidRPr="004F0E06" w:rsidRDefault="0098008B" w:rsidP="00515A35">
            <w:pPr>
              <w:pStyle w:val="a9"/>
            </w:pPr>
            <w:r w:rsidRPr="004F0E06">
              <w:rPr>
                <w:rFonts w:hint="eastAsia"/>
              </w:rPr>
              <w:t>床ずれ防止用具</w:t>
            </w:r>
          </w:p>
        </w:tc>
        <w:tc>
          <w:tcPr>
            <w:tcW w:w="3780" w:type="dxa"/>
            <w:vAlign w:val="center"/>
          </w:tcPr>
          <w:p w:rsidR="0098008B" w:rsidRPr="004F0E06" w:rsidRDefault="0098008B" w:rsidP="00515A35">
            <w:pPr>
              <w:pStyle w:val="a9"/>
            </w:pPr>
            <w:r w:rsidRPr="004F0E06">
              <w:rPr>
                <w:rFonts w:hint="eastAsia"/>
              </w:rPr>
              <w:t>体位変換器</w:t>
            </w:r>
          </w:p>
        </w:tc>
      </w:tr>
      <w:tr w:rsidR="004F0E06" w:rsidRPr="004F0E06" w:rsidTr="00515A35">
        <w:tc>
          <w:tcPr>
            <w:tcW w:w="2880" w:type="dxa"/>
            <w:vAlign w:val="center"/>
          </w:tcPr>
          <w:p w:rsidR="0098008B" w:rsidRPr="004F0E06" w:rsidRDefault="0098008B" w:rsidP="00515A35">
            <w:pPr>
              <w:pStyle w:val="a9"/>
            </w:pPr>
            <w:r w:rsidRPr="004F0E06">
              <w:rPr>
                <w:rFonts w:hint="eastAsia"/>
              </w:rPr>
              <w:t>手すり</w:t>
            </w:r>
          </w:p>
        </w:tc>
        <w:tc>
          <w:tcPr>
            <w:tcW w:w="2880" w:type="dxa"/>
            <w:vAlign w:val="center"/>
          </w:tcPr>
          <w:p w:rsidR="0098008B" w:rsidRPr="004F0E06" w:rsidRDefault="0098008B" w:rsidP="00515A35">
            <w:pPr>
              <w:pStyle w:val="a9"/>
            </w:pPr>
            <w:r w:rsidRPr="004F0E06">
              <w:rPr>
                <w:rFonts w:hint="eastAsia"/>
              </w:rPr>
              <w:t>スロープ</w:t>
            </w:r>
          </w:p>
        </w:tc>
        <w:tc>
          <w:tcPr>
            <w:tcW w:w="3780" w:type="dxa"/>
            <w:vAlign w:val="center"/>
          </w:tcPr>
          <w:p w:rsidR="0098008B" w:rsidRPr="004F0E06" w:rsidRDefault="0098008B" w:rsidP="00515A35">
            <w:pPr>
              <w:pStyle w:val="a9"/>
            </w:pPr>
            <w:r w:rsidRPr="004F0E06">
              <w:rPr>
                <w:rFonts w:hint="eastAsia"/>
              </w:rPr>
              <w:t>歩行器</w:t>
            </w:r>
          </w:p>
        </w:tc>
      </w:tr>
      <w:tr w:rsidR="004F0E06" w:rsidRPr="004F0E06" w:rsidTr="00515A35">
        <w:tc>
          <w:tcPr>
            <w:tcW w:w="2880" w:type="dxa"/>
            <w:vAlign w:val="center"/>
          </w:tcPr>
          <w:p w:rsidR="0098008B" w:rsidRPr="004F0E06" w:rsidRDefault="0098008B" w:rsidP="00515A35">
            <w:pPr>
              <w:pStyle w:val="a9"/>
            </w:pPr>
            <w:r w:rsidRPr="004F0E06">
              <w:rPr>
                <w:rFonts w:hint="eastAsia"/>
              </w:rPr>
              <w:t>歩行補助つえ</w:t>
            </w:r>
          </w:p>
        </w:tc>
        <w:tc>
          <w:tcPr>
            <w:tcW w:w="2880" w:type="dxa"/>
            <w:vAlign w:val="center"/>
          </w:tcPr>
          <w:p w:rsidR="0098008B" w:rsidRPr="004F0E06" w:rsidRDefault="0098008B" w:rsidP="00515A35">
            <w:pPr>
              <w:pStyle w:val="a9"/>
            </w:pPr>
            <w:r w:rsidRPr="004F0E06">
              <w:rPr>
                <w:rFonts w:hint="eastAsia"/>
              </w:rPr>
              <w:t>認知症性老人徘徊感知器</w:t>
            </w:r>
          </w:p>
        </w:tc>
        <w:tc>
          <w:tcPr>
            <w:tcW w:w="3780" w:type="dxa"/>
            <w:vAlign w:val="center"/>
          </w:tcPr>
          <w:p w:rsidR="0098008B" w:rsidRPr="004F0E06" w:rsidRDefault="0098008B" w:rsidP="00515A35">
            <w:pPr>
              <w:pStyle w:val="a9"/>
            </w:pPr>
            <w:r w:rsidRPr="004F0E06">
              <w:rPr>
                <w:rFonts w:hint="eastAsia"/>
              </w:rPr>
              <w:t>移動用リフト(つり具の部分を除く)</w:t>
            </w:r>
          </w:p>
        </w:tc>
      </w:tr>
      <w:tr w:rsidR="004F0E06" w:rsidRPr="004F0E06" w:rsidTr="00515A35">
        <w:tblPrEx>
          <w:tblCellMar>
            <w:left w:w="99" w:type="dxa"/>
            <w:right w:w="99" w:type="dxa"/>
          </w:tblCellMar>
          <w:tblLook w:val="0000" w:firstRow="0" w:lastRow="0" w:firstColumn="0" w:lastColumn="0" w:noHBand="0" w:noVBand="0"/>
        </w:tblPrEx>
        <w:trPr>
          <w:gridAfter w:val="2"/>
          <w:wAfter w:w="6660" w:type="dxa"/>
          <w:trHeight w:val="315"/>
        </w:trPr>
        <w:tc>
          <w:tcPr>
            <w:tcW w:w="2880" w:type="dxa"/>
            <w:vAlign w:val="center"/>
          </w:tcPr>
          <w:p w:rsidR="0098008B" w:rsidRPr="004F0E06" w:rsidRDefault="0098008B" w:rsidP="00515A35">
            <w:pPr>
              <w:pStyle w:val="a9"/>
            </w:pPr>
            <w:r w:rsidRPr="004F0E06">
              <w:rPr>
                <w:rFonts w:hint="eastAsia"/>
              </w:rPr>
              <w:t>自動排泄処理装置</w:t>
            </w:r>
          </w:p>
        </w:tc>
      </w:tr>
    </w:tbl>
    <w:p w:rsidR="0098008B" w:rsidRPr="004F0E06" w:rsidRDefault="0098008B" w:rsidP="0098008B">
      <w:pPr>
        <w:pStyle w:val="a9"/>
      </w:pPr>
    </w:p>
    <w:p w:rsidR="0098008B" w:rsidRPr="004F0E06" w:rsidRDefault="0098008B" w:rsidP="0098008B">
      <w:pPr>
        <w:pStyle w:val="a9"/>
      </w:pPr>
      <w:r w:rsidRPr="004F0E06">
        <w:rPr>
          <w:rFonts w:hint="eastAsia"/>
        </w:rPr>
        <w:t>別表２</w:t>
      </w:r>
    </w:p>
    <w:p w:rsidR="0098008B" w:rsidRPr="004F0E06" w:rsidRDefault="0098008B" w:rsidP="0098008B">
      <w:pPr>
        <w:pStyle w:val="a9"/>
      </w:pPr>
      <w:r w:rsidRPr="004F0E06">
        <w:rPr>
          <w:rFonts w:hint="eastAsia"/>
        </w:rPr>
        <w:t>通常の事業の実施地域を越えて行う場合の交通費（第７条第２項）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980"/>
      </w:tblGrid>
      <w:tr w:rsidR="004F0E06" w:rsidRPr="004F0E06" w:rsidTr="00515A35">
        <w:tc>
          <w:tcPr>
            <w:tcW w:w="5400" w:type="dxa"/>
            <w:vAlign w:val="center"/>
          </w:tcPr>
          <w:p w:rsidR="0098008B" w:rsidRPr="004F0E06" w:rsidRDefault="0098008B" w:rsidP="00515A35">
            <w:pPr>
              <w:pStyle w:val="a9"/>
            </w:pPr>
            <w:r w:rsidRPr="004F0E06">
              <w:rPr>
                <w:rFonts w:hint="eastAsia"/>
              </w:rPr>
              <w:t>通常の事業の実施地域を超えて片道</w:t>
            </w:r>
            <w:r w:rsidRPr="004347E7">
              <w:rPr>
                <w:rFonts w:hint="eastAsia"/>
                <w:highlight w:val="yellow"/>
              </w:rPr>
              <w:t>○○キロ</w:t>
            </w:r>
            <w:r w:rsidRPr="004F0E06">
              <w:rPr>
                <w:rFonts w:hint="eastAsia"/>
              </w:rPr>
              <w:t>メートル以内</w:t>
            </w:r>
          </w:p>
        </w:tc>
        <w:tc>
          <w:tcPr>
            <w:tcW w:w="1980" w:type="dxa"/>
            <w:vAlign w:val="center"/>
          </w:tcPr>
          <w:p w:rsidR="0098008B" w:rsidRPr="004F0E06" w:rsidRDefault="0098008B" w:rsidP="00515A35">
            <w:pPr>
              <w:pStyle w:val="a9"/>
              <w:jc w:val="center"/>
            </w:pPr>
            <w:r w:rsidRPr="004347E7">
              <w:rPr>
                <w:rFonts w:hint="eastAsia"/>
                <w:highlight w:val="yellow"/>
              </w:rPr>
              <w:t>○○円</w:t>
            </w:r>
          </w:p>
        </w:tc>
      </w:tr>
      <w:tr w:rsidR="004F0E06" w:rsidRPr="004F0E06" w:rsidTr="00515A35">
        <w:tc>
          <w:tcPr>
            <w:tcW w:w="5400" w:type="dxa"/>
            <w:vAlign w:val="center"/>
          </w:tcPr>
          <w:p w:rsidR="0098008B" w:rsidRPr="004F0E06" w:rsidRDefault="0098008B" w:rsidP="00515A35">
            <w:pPr>
              <w:pStyle w:val="a9"/>
            </w:pPr>
            <w:r w:rsidRPr="004F0E06">
              <w:rPr>
                <w:rFonts w:hint="eastAsia"/>
              </w:rPr>
              <w:t>上記の距離を越える距離の場合</w:t>
            </w:r>
          </w:p>
          <w:p w:rsidR="0098008B" w:rsidRPr="004F0E06" w:rsidRDefault="0098008B" w:rsidP="00515A35">
            <w:pPr>
              <w:pStyle w:val="a9"/>
            </w:pPr>
            <w:r w:rsidRPr="004F0E06">
              <w:rPr>
                <w:rFonts w:hint="eastAsia"/>
              </w:rPr>
              <w:t xml:space="preserve">　上記の金額に</w:t>
            </w:r>
            <w:r w:rsidRPr="004347E7">
              <w:rPr>
                <w:rFonts w:hint="eastAsia"/>
                <w:highlight w:val="yellow"/>
              </w:rPr>
              <w:t>１キロ</w:t>
            </w:r>
            <w:r w:rsidRPr="004F0E06">
              <w:rPr>
                <w:rFonts w:hint="eastAsia"/>
              </w:rPr>
              <w:t>メートルごとに次の金額を加算</w:t>
            </w:r>
          </w:p>
        </w:tc>
        <w:tc>
          <w:tcPr>
            <w:tcW w:w="1980" w:type="dxa"/>
            <w:vAlign w:val="center"/>
          </w:tcPr>
          <w:p w:rsidR="0098008B" w:rsidRPr="004F0E06" w:rsidRDefault="0098008B" w:rsidP="00515A35">
            <w:pPr>
              <w:pStyle w:val="a9"/>
              <w:jc w:val="center"/>
            </w:pPr>
            <w:r w:rsidRPr="004347E7">
              <w:rPr>
                <w:rFonts w:hint="eastAsia"/>
                <w:highlight w:val="yellow"/>
              </w:rPr>
              <w:t>○○円</w:t>
            </w:r>
          </w:p>
        </w:tc>
      </w:tr>
    </w:tbl>
    <w:p w:rsidR="0035770A" w:rsidRPr="004F0E06" w:rsidRDefault="0035770A" w:rsidP="000F678E">
      <w:pPr>
        <w:pStyle w:val="a9"/>
      </w:pPr>
    </w:p>
    <w:sectPr w:rsidR="0035770A" w:rsidRPr="004F0E06"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0F678E"/>
    <w:rsid w:val="001246B9"/>
    <w:rsid w:val="001474C2"/>
    <w:rsid w:val="00155D7A"/>
    <w:rsid w:val="00186E71"/>
    <w:rsid w:val="001B0F74"/>
    <w:rsid w:val="001B46BE"/>
    <w:rsid w:val="001B5A28"/>
    <w:rsid w:val="001C27EF"/>
    <w:rsid w:val="001E570C"/>
    <w:rsid w:val="002403B6"/>
    <w:rsid w:val="0024375B"/>
    <w:rsid w:val="00273677"/>
    <w:rsid w:val="002F69BE"/>
    <w:rsid w:val="00323168"/>
    <w:rsid w:val="00353BF2"/>
    <w:rsid w:val="0035770A"/>
    <w:rsid w:val="003841A7"/>
    <w:rsid w:val="00392366"/>
    <w:rsid w:val="003C72AD"/>
    <w:rsid w:val="003F2B1C"/>
    <w:rsid w:val="004347E7"/>
    <w:rsid w:val="004354AC"/>
    <w:rsid w:val="00435B33"/>
    <w:rsid w:val="0044125E"/>
    <w:rsid w:val="00463934"/>
    <w:rsid w:val="00473FFC"/>
    <w:rsid w:val="0048564B"/>
    <w:rsid w:val="00490180"/>
    <w:rsid w:val="004B3BE2"/>
    <w:rsid w:val="004E3A49"/>
    <w:rsid w:val="004F0E06"/>
    <w:rsid w:val="005073BB"/>
    <w:rsid w:val="00533E72"/>
    <w:rsid w:val="005421B2"/>
    <w:rsid w:val="00553E8A"/>
    <w:rsid w:val="00555688"/>
    <w:rsid w:val="00632854"/>
    <w:rsid w:val="00660E33"/>
    <w:rsid w:val="00663432"/>
    <w:rsid w:val="0068502F"/>
    <w:rsid w:val="006D3FD9"/>
    <w:rsid w:val="006D485E"/>
    <w:rsid w:val="006E2692"/>
    <w:rsid w:val="00732798"/>
    <w:rsid w:val="0074702B"/>
    <w:rsid w:val="007525A6"/>
    <w:rsid w:val="007716A4"/>
    <w:rsid w:val="00790880"/>
    <w:rsid w:val="007C2DED"/>
    <w:rsid w:val="007D4EAA"/>
    <w:rsid w:val="008203CF"/>
    <w:rsid w:val="00850BD7"/>
    <w:rsid w:val="00887E0D"/>
    <w:rsid w:val="008A2F7F"/>
    <w:rsid w:val="008B5A02"/>
    <w:rsid w:val="008C28E0"/>
    <w:rsid w:val="008D12D9"/>
    <w:rsid w:val="00930E0F"/>
    <w:rsid w:val="009320EE"/>
    <w:rsid w:val="009423C5"/>
    <w:rsid w:val="00953CF5"/>
    <w:rsid w:val="00977151"/>
    <w:rsid w:val="0098008B"/>
    <w:rsid w:val="009D012F"/>
    <w:rsid w:val="00A732FF"/>
    <w:rsid w:val="00A80C50"/>
    <w:rsid w:val="00A80EF9"/>
    <w:rsid w:val="00A852DF"/>
    <w:rsid w:val="00AC4D3F"/>
    <w:rsid w:val="00AF6B4D"/>
    <w:rsid w:val="00B44F1F"/>
    <w:rsid w:val="00B94237"/>
    <w:rsid w:val="00BB7046"/>
    <w:rsid w:val="00BD631F"/>
    <w:rsid w:val="00C219C5"/>
    <w:rsid w:val="00C25060"/>
    <w:rsid w:val="00C608ED"/>
    <w:rsid w:val="00C63C0F"/>
    <w:rsid w:val="00CA1DFD"/>
    <w:rsid w:val="00CB23FB"/>
    <w:rsid w:val="00CC5200"/>
    <w:rsid w:val="00CD2030"/>
    <w:rsid w:val="00CF518E"/>
    <w:rsid w:val="00D2589C"/>
    <w:rsid w:val="00D46937"/>
    <w:rsid w:val="00D56408"/>
    <w:rsid w:val="00D5794C"/>
    <w:rsid w:val="00DD3395"/>
    <w:rsid w:val="00DD34E9"/>
    <w:rsid w:val="00DF7BBD"/>
    <w:rsid w:val="00E22B32"/>
    <w:rsid w:val="00E30E8E"/>
    <w:rsid w:val="00E32CCB"/>
    <w:rsid w:val="00E35658"/>
    <w:rsid w:val="00E434D4"/>
    <w:rsid w:val="00E60D64"/>
    <w:rsid w:val="00E6371F"/>
    <w:rsid w:val="00E779FA"/>
    <w:rsid w:val="00E827FD"/>
    <w:rsid w:val="00EA1DE5"/>
    <w:rsid w:val="00EB3BB2"/>
    <w:rsid w:val="00EC2483"/>
    <w:rsid w:val="00EF7989"/>
    <w:rsid w:val="00F1121F"/>
    <w:rsid w:val="00F24F16"/>
    <w:rsid w:val="00F42DBC"/>
    <w:rsid w:val="00F55DF5"/>
    <w:rsid w:val="00F71560"/>
    <w:rsid w:val="00FA6FDD"/>
    <w:rsid w:val="00FD768B"/>
    <w:rsid w:val="00FE5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A68F1-3519-4D0D-96AB-DD732677D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142</TotalTime>
  <Pages>5</Pages>
  <Words>871</Words>
  <Characters>4971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13</cp:revision>
  <dcterms:created xsi:type="dcterms:W3CDTF">2022-01-07T04:24:00Z</dcterms:created>
  <dcterms:modified xsi:type="dcterms:W3CDTF">2024-09-27T00:04:00Z</dcterms:modified>
</cp:coreProperties>
</file>